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69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B538D8" w:rsidRPr="00287CE6" w14:paraId="39C44610" w14:textId="77777777" w:rsidTr="001F6335">
        <w:trPr>
          <w:trHeight w:hRule="exact" w:val="3139"/>
        </w:trPr>
        <w:tc>
          <w:tcPr>
            <w:tcW w:w="5529" w:type="dxa"/>
          </w:tcPr>
          <w:p w14:paraId="4ED76ED8" w14:textId="77777777" w:rsidR="00B538D8" w:rsidRDefault="00727EBE" w:rsidP="00B538D8">
            <w:sdt>
              <w:sdtPr>
                <w:id w:val="-1199614676"/>
                <w:placeholder>
                  <w:docPart w:val="EBEC2A1E686F47EA91BB1D111435472B"/>
                </w:placeholder>
                <w:temporary/>
                <w:showingPlcHdr/>
              </w:sdtPr>
              <w:sdtEndPr/>
              <w:sdtContent>
                <w:r w:rsidR="00B538D8" w:rsidRPr="00096C2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sdt>
      <w:sdtPr>
        <w:id w:val="-2015289532"/>
        <w:placeholder>
          <w:docPart w:val="9EDBAD70A26D4FBD8578AC56FDDF8EB6"/>
        </w:placeholder>
        <w:temporary/>
        <w:showingPlcHdr/>
      </w:sdtPr>
      <w:sdtEndPr/>
      <w:sdtContent>
        <w:p w14:paraId="39C09560" w14:textId="77777777" w:rsidR="005349B5" w:rsidRPr="0066318A" w:rsidRDefault="00037740" w:rsidP="006E5980">
          <w:pPr>
            <w:pStyle w:val="Heading1"/>
          </w:pPr>
          <w:r w:rsidRPr="00096C2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heading</w:t>
          </w:r>
          <w:r w:rsidRPr="00096C2D">
            <w:rPr>
              <w:rStyle w:val="PlaceholderText"/>
            </w:rPr>
            <w:t>.</w:t>
          </w:r>
        </w:p>
      </w:sdtContent>
    </w:sdt>
    <w:sdt>
      <w:sdtPr>
        <w:id w:val="1795095088"/>
        <w:placeholder>
          <w:docPart w:val="5DC7925A5F734111A96AA79A96311F3F"/>
        </w:placeholder>
        <w:temporary/>
        <w:showingPlcHdr/>
      </w:sdtPr>
      <w:sdtEndPr/>
      <w:sdtContent>
        <w:p w14:paraId="2C2F5B3E" w14:textId="77777777" w:rsidR="00A02D93" w:rsidRPr="0066318A" w:rsidRDefault="00037740" w:rsidP="00B76B60">
          <w:r w:rsidRPr="00096C2D">
            <w:rPr>
              <w:rStyle w:val="PlaceholderText"/>
            </w:rPr>
            <w:t>Click here to enter text.</w:t>
          </w:r>
        </w:p>
      </w:sdtContent>
    </w:sdt>
    <w:sectPr w:rsidR="00A02D93" w:rsidRPr="0066318A" w:rsidSect="00A249B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985" w:right="1347" w:bottom="1361" w:left="2410" w:header="45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1979C" w14:textId="77777777" w:rsidR="00633D78" w:rsidRDefault="00633D78" w:rsidP="007676B5">
      <w:r>
        <w:separator/>
      </w:r>
    </w:p>
  </w:endnote>
  <w:endnote w:type="continuationSeparator" w:id="0">
    <w:p w14:paraId="77665CAE" w14:textId="77777777" w:rsidR="00633D78" w:rsidRDefault="00633D78" w:rsidP="0076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tter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1"/>
      <w:gridCol w:w="7230"/>
      <w:gridCol w:w="1701"/>
    </w:tblGrid>
    <w:tr w:rsidR="00B46341" w14:paraId="3A22BFE7" w14:textId="77777777" w:rsidTr="00B46341">
      <w:trPr>
        <w:trHeight w:val="227"/>
      </w:trPr>
      <w:tc>
        <w:tcPr>
          <w:tcW w:w="1881" w:type="dxa"/>
          <w:vAlign w:val="bottom"/>
        </w:tcPr>
        <w:p w14:paraId="2F9C7046" w14:textId="77777777" w:rsidR="00B46341" w:rsidRDefault="00B46341" w:rsidP="00B46341">
          <w:pPr>
            <w:pStyle w:val="Footer"/>
          </w:pPr>
          <w:r>
            <w:t>sagehomes.co.uk</w:t>
          </w:r>
        </w:p>
      </w:tc>
      <w:tc>
        <w:tcPr>
          <w:tcW w:w="7230" w:type="dxa"/>
          <w:vAlign w:val="center"/>
        </w:tcPr>
        <w:p w14:paraId="1F8BF79C" w14:textId="77777777" w:rsidR="00B46341" w:rsidRDefault="00B46341" w:rsidP="00B46341">
          <w:pPr>
            <w:pStyle w:val="Footer"/>
          </w:pPr>
        </w:p>
      </w:tc>
      <w:tc>
        <w:tcPr>
          <w:tcW w:w="1701" w:type="dxa"/>
          <w:vAlign w:val="bottom"/>
        </w:tcPr>
        <w:p w14:paraId="57A6EEC4" w14:textId="77777777" w:rsidR="00B46341" w:rsidRPr="00B46341" w:rsidRDefault="00B46341" w:rsidP="00B46341">
          <w:pPr>
            <w:pStyle w:val="Footer"/>
            <w:jc w:val="right"/>
          </w:pPr>
          <w:r w:rsidRPr="00B46341">
            <w:fldChar w:fldCharType="begin"/>
          </w:r>
          <w:r w:rsidRPr="00B46341">
            <w:instrText>PAGE  \* Arabic  \* MERGEFORMAT</w:instrText>
          </w:r>
          <w:r w:rsidRPr="00B46341">
            <w:fldChar w:fldCharType="separate"/>
          </w:r>
          <w:r w:rsidRPr="00B46341">
            <w:t>1</w:t>
          </w:r>
          <w:r w:rsidRPr="00B46341">
            <w:fldChar w:fldCharType="end"/>
          </w:r>
          <w:r w:rsidRPr="00B46341">
            <w:t>/</w:t>
          </w:r>
          <w:fldSimple w:instr="NUMPAGES  \* Arabic  \* MERGEFORMAT">
            <w:r w:rsidRPr="00B46341">
              <w:t>2</w:t>
            </w:r>
          </w:fldSimple>
        </w:p>
      </w:tc>
    </w:tr>
  </w:tbl>
  <w:p w14:paraId="6228CD91" w14:textId="77777777" w:rsidR="00884E47" w:rsidRPr="002B0565" w:rsidRDefault="00884E47" w:rsidP="00B463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81"/>
      <w:gridCol w:w="7230"/>
      <w:gridCol w:w="1701"/>
    </w:tblGrid>
    <w:tr w:rsidR="007B3101" w:rsidRPr="00B76B60" w14:paraId="7B2C60BE" w14:textId="77777777" w:rsidTr="00A66134">
      <w:trPr>
        <w:trHeight w:val="1050"/>
      </w:trPr>
      <w:tc>
        <w:tcPr>
          <w:tcW w:w="1881" w:type="dxa"/>
          <w:vAlign w:val="bottom"/>
        </w:tcPr>
        <w:p w14:paraId="5650E06D" w14:textId="77777777" w:rsidR="007B3101" w:rsidRPr="00B76B60" w:rsidRDefault="007B3101" w:rsidP="007B3101">
          <w:pPr>
            <w:pStyle w:val="Footer"/>
          </w:pPr>
          <w:r w:rsidRPr="00B76B60">
            <w:t>sagehomes.co.uk</w:t>
          </w:r>
        </w:p>
      </w:tc>
      <w:tc>
        <w:tcPr>
          <w:tcW w:w="7230" w:type="dxa"/>
          <w:vAlign w:val="center"/>
        </w:tcPr>
        <w:p w14:paraId="77BE90C8" w14:textId="77777777" w:rsidR="004175AF" w:rsidRDefault="004175AF" w:rsidP="004175AF">
          <w:pPr>
            <w:pStyle w:val="Footer"/>
          </w:pPr>
        </w:p>
        <w:p w14:paraId="45B07B7D" w14:textId="77777777" w:rsidR="001D1853" w:rsidRPr="004175AF" w:rsidRDefault="001D1853" w:rsidP="001D1853">
          <w:pPr>
            <w:pStyle w:val="Header"/>
            <w:spacing w:before="80"/>
            <w:rPr>
              <w:b/>
              <w:bCs/>
              <w:color w:val="407C7D" w:themeColor="background2"/>
            </w:rPr>
          </w:pPr>
          <w:r w:rsidRPr="004175AF">
            <w:rPr>
              <w:b/>
              <w:bCs/>
              <w:color w:val="407C7D" w:themeColor="background2"/>
            </w:rPr>
            <w:t>Sage Borrower AR1 Limited</w:t>
          </w:r>
        </w:p>
        <w:p w14:paraId="7FDC4DD7" w14:textId="77777777" w:rsidR="004175AF" w:rsidRDefault="004175AF" w:rsidP="004175AF">
          <w:pPr>
            <w:pStyle w:val="Footer"/>
          </w:pPr>
        </w:p>
        <w:p w14:paraId="748A50B8" w14:textId="77777777" w:rsidR="001D1853" w:rsidRDefault="007B3101" w:rsidP="004175AF">
          <w:pPr>
            <w:pStyle w:val="Footer"/>
          </w:pPr>
          <w:r w:rsidRPr="00B76B60">
            <w:t xml:space="preserve">Sage </w:t>
          </w:r>
          <w:r w:rsidR="004175AF">
            <w:t>Borrower AR1 Limited</w:t>
          </w:r>
          <w:r w:rsidR="001D1853">
            <w:t>, trading as Sage Homes,</w:t>
          </w:r>
          <w:r w:rsidR="004175AF">
            <w:t xml:space="preserve"> is registered in England and Wales </w:t>
          </w:r>
        </w:p>
        <w:p w14:paraId="41A32C70" w14:textId="553056F8" w:rsidR="007B3101" w:rsidRDefault="004668B0" w:rsidP="004175AF">
          <w:pPr>
            <w:pStyle w:val="Footer"/>
          </w:pPr>
          <w:r>
            <w:t xml:space="preserve">Company </w:t>
          </w:r>
          <w:r w:rsidR="004175AF">
            <w:t>No. 12851394.</w:t>
          </w:r>
          <w:r w:rsidR="007B3101" w:rsidRPr="00B76B60">
            <w:t xml:space="preserve"> Registered Office</w:t>
          </w:r>
          <w:r w:rsidR="001D1853">
            <w:t xml:space="preserve"> as above.</w:t>
          </w:r>
        </w:p>
        <w:p w14:paraId="71B219CF" w14:textId="77777777" w:rsidR="001D1853" w:rsidRPr="00B76B60" w:rsidRDefault="001D1853" w:rsidP="004175AF">
          <w:pPr>
            <w:pStyle w:val="Footer"/>
          </w:pPr>
        </w:p>
        <w:p w14:paraId="2BEC9DEE" w14:textId="77777777" w:rsidR="007B3101" w:rsidRPr="00B76B60" w:rsidRDefault="007B3101" w:rsidP="007B3101">
          <w:pPr>
            <w:pStyle w:val="Header"/>
          </w:pPr>
          <w:r w:rsidRPr="001D1853">
            <w:rPr>
              <w:b/>
              <w:bCs/>
              <w:color w:val="407C7D" w:themeColor="background2"/>
            </w:rPr>
            <w:t>A member of the Sage Homes Group</w:t>
          </w:r>
        </w:p>
      </w:tc>
      <w:tc>
        <w:tcPr>
          <w:tcW w:w="1701" w:type="dxa"/>
          <w:vAlign w:val="bottom"/>
        </w:tcPr>
        <w:p w14:paraId="2F7373C0" w14:textId="77777777" w:rsidR="007B3101" w:rsidRPr="00B76B60" w:rsidRDefault="007B3101" w:rsidP="007B3101">
          <w:pPr>
            <w:pStyle w:val="Footer"/>
            <w:jc w:val="right"/>
          </w:pPr>
          <w:r w:rsidRPr="00B76B60">
            <w:fldChar w:fldCharType="begin"/>
          </w:r>
          <w:r w:rsidRPr="00B76B60">
            <w:instrText>PAGE  \* Arabic  \* MERGEFORMAT</w:instrText>
          </w:r>
          <w:r w:rsidRPr="00B76B60">
            <w:fldChar w:fldCharType="separate"/>
          </w:r>
          <w:r w:rsidRPr="00B76B60">
            <w:t>1</w:t>
          </w:r>
          <w:r w:rsidRPr="00B76B60">
            <w:fldChar w:fldCharType="end"/>
          </w:r>
          <w:r w:rsidRPr="00B76B60">
            <w:t>/</w:t>
          </w:r>
          <w:r w:rsidR="00727EBE">
            <w:fldChar w:fldCharType="begin"/>
          </w:r>
          <w:r w:rsidR="00727EBE">
            <w:instrText>NUMPAGES  \* Arabic  \* MERGEFORMAT</w:instrText>
          </w:r>
          <w:r w:rsidR="00727EBE">
            <w:fldChar w:fldCharType="separate"/>
          </w:r>
          <w:r w:rsidRPr="00B76B60">
            <w:t>2</w:t>
          </w:r>
          <w:r w:rsidR="00727EBE">
            <w:fldChar w:fldCharType="end"/>
          </w:r>
        </w:p>
      </w:tc>
    </w:tr>
  </w:tbl>
  <w:p w14:paraId="70884A9D" w14:textId="77777777" w:rsidR="007B3101" w:rsidRPr="00B76B60" w:rsidRDefault="007B3101" w:rsidP="00B46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9BFA1" w14:textId="77777777" w:rsidR="00633D78" w:rsidRDefault="00633D78" w:rsidP="007676B5">
      <w:r>
        <w:separator/>
      </w:r>
    </w:p>
  </w:footnote>
  <w:footnote w:type="continuationSeparator" w:id="0">
    <w:p w14:paraId="4CD896CE" w14:textId="77777777" w:rsidR="00633D78" w:rsidRDefault="00633D78" w:rsidP="00767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62"/>
      <w:gridCol w:w="1843"/>
      <w:gridCol w:w="3407"/>
    </w:tblGrid>
    <w:tr w:rsidR="002B0565" w14:paraId="1D842B2A" w14:textId="77777777" w:rsidTr="002B0565">
      <w:trPr>
        <w:trHeight w:val="1247"/>
      </w:trPr>
      <w:tc>
        <w:tcPr>
          <w:tcW w:w="5562" w:type="dxa"/>
        </w:tcPr>
        <w:p w14:paraId="50AB6358" w14:textId="77777777" w:rsidR="002B0565" w:rsidRDefault="002B0565" w:rsidP="002B0565">
          <w:pPr>
            <w:pStyle w:val="Header"/>
          </w:pPr>
          <w:r w:rsidRPr="00893058">
            <w:rPr>
              <w:noProof/>
            </w:rPr>
            <w:drawing>
              <wp:inline distT="0" distB="0" distL="0" distR="0" wp14:anchorId="4E3C1210" wp14:editId="718DD9FC">
                <wp:extent cx="1207770" cy="475537"/>
                <wp:effectExtent l="0" t="0" r="0" b="1270"/>
                <wp:docPr id="209" name="Bild 2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321" cy="5316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p w14:paraId="5A0EF6B1" w14:textId="77777777" w:rsidR="002B0565" w:rsidRDefault="002B0565" w:rsidP="002B0565">
          <w:pPr>
            <w:pStyle w:val="Header"/>
            <w:spacing w:before="80"/>
          </w:pPr>
        </w:p>
      </w:tc>
      <w:tc>
        <w:tcPr>
          <w:tcW w:w="3407" w:type="dxa"/>
        </w:tcPr>
        <w:p w14:paraId="0B1AC855" w14:textId="77777777" w:rsidR="002B0565" w:rsidRDefault="002B0565" w:rsidP="002B0565">
          <w:pPr>
            <w:pStyle w:val="Header"/>
          </w:pPr>
        </w:p>
      </w:tc>
    </w:tr>
  </w:tbl>
  <w:p w14:paraId="7278AC44" w14:textId="77777777" w:rsidR="002B0565" w:rsidRDefault="002B05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12" w:type="dxa"/>
      <w:tblInd w:w="-1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562"/>
      <w:gridCol w:w="1843"/>
      <w:gridCol w:w="3407"/>
    </w:tblGrid>
    <w:tr w:rsidR="001C52FF" w14:paraId="38888F4B" w14:textId="77777777" w:rsidTr="001A446C">
      <w:trPr>
        <w:trHeight w:val="1406"/>
      </w:trPr>
      <w:tc>
        <w:tcPr>
          <w:tcW w:w="5562" w:type="dxa"/>
        </w:tcPr>
        <w:p w14:paraId="41BEBC70" w14:textId="77777777" w:rsidR="001C52FF" w:rsidRDefault="00893058" w:rsidP="007676B5">
          <w:pPr>
            <w:pStyle w:val="Header"/>
          </w:pPr>
          <w:bookmarkStart w:id="0" w:name="_Hlk101854480"/>
          <w:r w:rsidRPr="00893058">
            <w:rPr>
              <w:noProof/>
            </w:rPr>
            <w:drawing>
              <wp:inline distT="0" distB="0" distL="0" distR="0" wp14:anchorId="69F08125" wp14:editId="4A975829">
                <wp:extent cx="1207770" cy="475537"/>
                <wp:effectExtent l="0" t="0" r="0" b="1270"/>
                <wp:docPr id="210" name="Bild 2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321" cy="5316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sdt>
          <w:sdtPr>
            <w:id w:val="1890833289"/>
            <w:placeholder>
              <w:docPart w:val="EBEC2A1E686F47EA91BB1D111435472B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p w14:paraId="4D4FEDB4" w14:textId="77777777" w:rsidR="007B3101" w:rsidRDefault="00B02252" w:rsidP="008711BE">
              <w:pPr>
                <w:pStyle w:val="Header"/>
                <w:spacing w:before="80"/>
              </w:pPr>
              <w:r w:rsidRPr="00197617">
                <w:rPr>
                  <w:rStyle w:val="PlaceholderText"/>
                </w:rPr>
                <w:t>Click to enter a date.</w:t>
              </w:r>
            </w:p>
          </w:sdtContent>
        </w:sdt>
      </w:tc>
      <w:tc>
        <w:tcPr>
          <w:tcW w:w="3407" w:type="dxa"/>
        </w:tcPr>
        <w:p w14:paraId="6962F312" w14:textId="5EECE86D" w:rsidR="001C52FF" w:rsidRPr="001D1853" w:rsidRDefault="004668B0" w:rsidP="004668B0">
          <w:pPr>
            <w:pStyle w:val="Header"/>
            <w:rPr>
              <w:sz w:val="18"/>
              <w:szCs w:val="24"/>
            </w:rPr>
          </w:pPr>
          <w:r>
            <w:rPr>
              <w:sz w:val="18"/>
              <w:szCs w:val="24"/>
            </w:rPr>
            <w:t>5</w:t>
          </w:r>
          <w:r w:rsidRPr="004668B0">
            <w:rPr>
              <w:sz w:val="18"/>
              <w:szCs w:val="24"/>
            </w:rPr>
            <w:t>th</w:t>
          </w:r>
          <w:r>
            <w:rPr>
              <w:sz w:val="18"/>
              <w:szCs w:val="24"/>
            </w:rPr>
            <w:t xml:space="preserve"> Floor</w:t>
          </w:r>
          <w:r w:rsidR="00727EBE">
            <w:rPr>
              <w:sz w:val="18"/>
              <w:szCs w:val="24"/>
            </w:rPr>
            <w:t xml:space="preserve">, </w:t>
          </w:r>
          <w:r w:rsidR="00C86B82" w:rsidRPr="001D1853">
            <w:rPr>
              <w:sz w:val="18"/>
              <w:szCs w:val="24"/>
            </w:rPr>
            <w:t>Orion House</w:t>
          </w:r>
        </w:p>
        <w:p w14:paraId="1413EA02" w14:textId="77777777" w:rsidR="00C86B82" w:rsidRPr="001D1853" w:rsidRDefault="00C86B82" w:rsidP="007676B5">
          <w:pPr>
            <w:pStyle w:val="Header"/>
            <w:rPr>
              <w:sz w:val="18"/>
              <w:szCs w:val="24"/>
            </w:rPr>
          </w:pPr>
          <w:r w:rsidRPr="001D1853">
            <w:rPr>
              <w:sz w:val="18"/>
              <w:szCs w:val="24"/>
            </w:rPr>
            <w:t>5 Upper St Martin’s Lane</w:t>
          </w:r>
        </w:p>
        <w:p w14:paraId="5B051ADA" w14:textId="77777777" w:rsidR="00C86B82" w:rsidRPr="001D1853" w:rsidRDefault="00C86B82" w:rsidP="007676B5">
          <w:pPr>
            <w:pStyle w:val="Header"/>
            <w:rPr>
              <w:sz w:val="18"/>
              <w:szCs w:val="24"/>
            </w:rPr>
          </w:pPr>
          <w:r w:rsidRPr="001D1853">
            <w:rPr>
              <w:sz w:val="18"/>
              <w:szCs w:val="24"/>
            </w:rPr>
            <w:t>London WC2H 9EA</w:t>
          </w:r>
        </w:p>
        <w:p w14:paraId="6DE40C03" w14:textId="77777777" w:rsidR="00C86B82" w:rsidRPr="001D1853" w:rsidRDefault="00C86B82" w:rsidP="007676B5">
          <w:pPr>
            <w:pStyle w:val="Header"/>
            <w:rPr>
              <w:sz w:val="18"/>
              <w:szCs w:val="24"/>
            </w:rPr>
          </w:pPr>
        </w:p>
        <w:p w14:paraId="60ADC1BA" w14:textId="7E30B23A" w:rsidR="00C86B82" w:rsidRPr="001D1853" w:rsidRDefault="00C86B82" w:rsidP="007676B5">
          <w:pPr>
            <w:pStyle w:val="Header"/>
            <w:rPr>
              <w:sz w:val="18"/>
              <w:szCs w:val="24"/>
            </w:rPr>
          </w:pPr>
          <w:r w:rsidRPr="001D1853">
            <w:rPr>
              <w:sz w:val="18"/>
              <w:szCs w:val="24"/>
            </w:rPr>
            <w:t xml:space="preserve">T: +44 020 </w:t>
          </w:r>
          <w:r w:rsidR="001D1853">
            <w:rPr>
              <w:sz w:val="18"/>
              <w:szCs w:val="24"/>
            </w:rPr>
            <w:t>8168 0500</w:t>
          </w:r>
        </w:p>
        <w:p w14:paraId="04EDF97B" w14:textId="0C95BEC6" w:rsidR="00C86B82" w:rsidRPr="001D1853" w:rsidRDefault="00C86B82" w:rsidP="007676B5">
          <w:pPr>
            <w:pStyle w:val="Header"/>
            <w:rPr>
              <w:sz w:val="18"/>
              <w:szCs w:val="24"/>
            </w:rPr>
          </w:pPr>
          <w:r w:rsidRPr="001D1853">
            <w:rPr>
              <w:sz w:val="18"/>
              <w:szCs w:val="24"/>
            </w:rPr>
            <w:t xml:space="preserve">E: </w:t>
          </w:r>
          <w:r w:rsidR="001D1853">
            <w:rPr>
              <w:sz w:val="18"/>
              <w:szCs w:val="24"/>
            </w:rPr>
            <w:t>info</w:t>
          </w:r>
          <w:r w:rsidRPr="001D1853">
            <w:rPr>
              <w:sz w:val="18"/>
              <w:szCs w:val="24"/>
            </w:rPr>
            <w:t>@sagehomes.co.uk</w:t>
          </w:r>
        </w:p>
      </w:tc>
    </w:tr>
    <w:bookmarkEnd w:id="0"/>
  </w:tbl>
  <w:p w14:paraId="69EDFF25" w14:textId="77777777" w:rsidR="00582209" w:rsidRDefault="00582209" w:rsidP="007676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D6AD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44DE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748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71A6F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1CE6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F607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343F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78B0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17071BBC"/>
    <w:multiLevelType w:val="multilevel"/>
    <w:tmpl w:val="B512299C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Number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3F95E9C"/>
    <w:multiLevelType w:val="multilevel"/>
    <w:tmpl w:val="E494C8CE"/>
    <w:lvl w:ilvl="0">
      <w:start w:val="1"/>
      <w:numFmt w:val="decimal"/>
      <w:pStyle w:val="NumberedHeading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umberedHeading3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NumberedHeading4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4C57463"/>
    <w:multiLevelType w:val="hybridMultilevel"/>
    <w:tmpl w:val="7352B5AE"/>
    <w:lvl w:ilvl="0" w:tplc="438472AC">
      <w:start w:val="1"/>
      <w:numFmt w:val="bullet"/>
      <w:pStyle w:val="ListBullet3"/>
      <w:lvlText w:val="–"/>
      <w:lvlJc w:val="left"/>
      <w:pPr>
        <w:ind w:left="1440" w:hanging="360"/>
      </w:pPr>
      <w:rPr>
        <w:rFonts w:ascii="Calibri" w:hAnsi="Calibri" w:hint="default"/>
        <w:color w:val="003C3B" w:themeColor="accent1"/>
        <w:sz w:val="20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pStyle w:val="ListBullet4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pStyle w:val="ListBullet5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66F2E6D"/>
    <w:multiLevelType w:val="multilevel"/>
    <w:tmpl w:val="6526D0E4"/>
    <w:lvl w:ilvl="0">
      <w:start w:val="1"/>
      <w:numFmt w:val="bullet"/>
      <w:pStyle w:val="ListBullet"/>
      <w:lvlText w:val="–"/>
      <w:lvlJc w:val="left"/>
      <w:pPr>
        <w:ind w:left="360" w:hanging="360"/>
      </w:pPr>
      <w:rPr>
        <w:rFonts w:ascii="Calibri" w:hAnsi="Calibri" w:hint="default"/>
        <w:color w:val="003C3B" w:themeColor="accent1"/>
        <w:sz w:val="20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num w:numId="1" w16cid:durableId="649016446">
    <w:abstractNumId w:val="11"/>
  </w:num>
  <w:num w:numId="2" w16cid:durableId="2058816420">
    <w:abstractNumId w:val="7"/>
  </w:num>
  <w:num w:numId="3" w16cid:durableId="313989730">
    <w:abstractNumId w:val="6"/>
  </w:num>
  <w:num w:numId="4" w16cid:durableId="946041917">
    <w:abstractNumId w:val="5"/>
  </w:num>
  <w:num w:numId="5" w16cid:durableId="198711958">
    <w:abstractNumId w:val="4"/>
  </w:num>
  <w:num w:numId="6" w16cid:durableId="19012295">
    <w:abstractNumId w:val="8"/>
  </w:num>
  <w:num w:numId="7" w16cid:durableId="1587835604">
    <w:abstractNumId w:val="3"/>
  </w:num>
  <w:num w:numId="8" w16cid:durableId="1160535123">
    <w:abstractNumId w:val="2"/>
  </w:num>
  <w:num w:numId="9" w16cid:durableId="1322851384">
    <w:abstractNumId w:val="1"/>
  </w:num>
  <w:num w:numId="10" w16cid:durableId="1402291794">
    <w:abstractNumId w:val="0"/>
  </w:num>
  <w:num w:numId="11" w16cid:durableId="14758708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34797034">
    <w:abstractNumId w:val="9"/>
  </w:num>
  <w:num w:numId="13" w16cid:durableId="719590698">
    <w:abstractNumId w:val="9"/>
    <w:lvlOverride w:ilvl="0">
      <w:lvl w:ilvl="0">
        <w:start w:val="1"/>
        <w:numFmt w:val="decimal"/>
        <w:pStyle w:val="NumberedHeading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Heading2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Heading3"/>
        <w:lvlText w:val="%1.%2.%3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pStyle w:val="NumberedHeading4"/>
        <w:lvlText w:val="%1.%2.%3.%4"/>
        <w:lvlJc w:val="left"/>
        <w:pPr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14328217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853"/>
    <w:rsid w:val="00000EF1"/>
    <w:rsid w:val="0002084E"/>
    <w:rsid w:val="00030D16"/>
    <w:rsid w:val="00031541"/>
    <w:rsid w:val="00037740"/>
    <w:rsid w:val="00082C7D"/>
    <w:rsid w:val="00083208"/>
    <w:rsid w:val="000A40FC"/>
    <w:rsid w:val="000E1F58"/>
    <w:rsid w:val="000F6C22"/>
    <w:rsid w:val="00130001"/>
    <w:rsid w:val="001670EC"/>
    <w:rsid w:val="0018203C"/>
    <w:rsid w:val="0019423F"/>
    <w:rsid w:val="001A446C"/>
    <w:rsid w:val="001A7D36"/>
    <w:rsid w:val="001B2FF8"/>
    <w:rsid w:val="001C52FF"/>
    <w:rsid w:val="001D1853"/>
    <w:rsid w:val="001D269F"/>
    <w:rsid w:val="001D4B24"/>
    <w:rsid w:val="001F5317"/>
    <w:rsid w:val="001F6335"/>
    <w:rsid w:val="002219FF"/>
    <w:rsid w:val="00223177"/>
    <w:rsid w:val="0022439B"/>
    <w:rsid w:val="00234EF9"/>
    <w:rsid w:val="00260EB7"/>
    <w:rsid w:val="00287CE6"/>
    <w:rsid w:val="002A4EA3"/>
    <w:rsid w:val="002B0565"/>
    <w:rsid w:val="002B17F3"/>
    <w:rsid w:val="002B1EAC"/>
    <w:rsid w:val="002D3E40"/>
    <w:rsid w:val="002F0C2F"/>
    <w:rsid w:val="00305106"/>
    <w:rsid w:val="0031465D"/>
    <w:rsid w:val="00321D52"/>
    <w:rsid w:val="00325BE8"/>
    <w:rsid w:val="003C0511"/>
    <w:rsid w:val="003C7ADA"/>
    <w:rsid w:val="00400017"/>
    <w:rsid w:val="0041601C"/>
    <w:rsid w:val="004175AF"/>
    <w:rsid w:val="00430462"/>
    <w:rsid w:val="0046094A"/>
    <w:rsid w:val="00463670"/>
    <w:rsid w:val="004668B0"/>
    <w:rsid w:val="00490677"/>
    <w:rsid w:val="004A5D05"/>
    <w:rsid w:val="004A6814"/>
    <w:rsid w:val="004C79FF"/>
    <w:rsid w:val="004E056F"/>
    <w:rsid w:val="004F77F4"/>
    <w:rsid w:val="00506E5B"/>
    <w:rsid w:val="0051198B"/>
    <w:rsid w:val="005148EF"/>
    <w:rsid w:val="005349B5"/>
    <w:rsid w:val="00545C2B"/>
    <w:rsid w:val="005511AE"/>
    <w:rsid w:val="00553035"/>
    <w:rsid w:val="00561670"/>
    <w:rsid w:val="0057246D"/>
    <w:rsid w:val="00575C2F"/>
    <w:rsid w:val="00581E96"/>
    <w:rsid w:val="00582209"/>
    <w:rsid w:val="005B7EFA"/>
    <w:rsid w:val="005D4C1D"/>
    <w:rsid w:val="005E1226"/>
    <w:rsid w:val="005E27F0"/>
    <w:rsid w:val="005F5EE3"/>
    <w:rsid w:val="00601588"/>
    <w:rsid w:val="00606423"/>
    <w:rsid w:val="00612A96"/>
    <w:rsid w:val="0061377C"/>
    <w:rsid w:val="00624F6A"/>
    <w:rsid w:val="00633D78"/>
    <w:rsid w:val="006351FF"/>
    <w:rsid w:val="00640BA8"/>
    <w:rsid w:val="0066318A"/>
    <w:rsid w:val="0067015B"/>
    <w:rsid w:val="006764CB"/>
    <w:rsid w:val="00677B66"/>
    <w:rsid w:val="00684874"/>
    <w:rsid w:val="006904B4"/>
    <w:rsid w:val="006E13EC"/>
    <w:rsid w:val="006E5980"/>
    <w:rsid w:val="006F08D5"/>
    <w:rsid w:val="006F670E"/>
    <w:rsid w:val="00704653"/>
    <w:rsid w:val="00715503"/>
    <w:rsid w:val="00727EBE"/>
    <w:rsid w:val="00737CED"/>
    <w:rsid w:val="007407F4"/>
    <w:rsid w:val="007437D5"/>
    <w:rsid w:val="0076616E"/>
    <w:rsid w:val="007676B5"/>
    <w:rsid w:val="00773063"/>
    <w:rsid w:val="0078400F"/>
    <w:rsid w:val="00786A8D"/>
    <w:rsid w:val="00796268"/>
    <w:rsid w:val="007A0B53"/>
    <w:rsid w:val="007A5EC3"/>
    <w:rsid w:val="007B3101"/>
    <w:rsid w:val="007D1A4B"/>
    <w:rsid w:val="007E20C6"/>
    <w:rsid w:val="007E792E"/>
    <w:rsid w:val="00825A65"/>
    <w:rsid w:val="00825F41"/>
    <w:rsid w:val="00840599"/>
    <w:rsid w:val="00847E31"/>
    <w:rsid w:val="00854C60"/>
    <w:rsid w:val="008555A7"/>
    <w:rsid w:val="0086645D"/>
    <w:rsid w:val="00870829"/>
    <w:rsid w:val="008711BE"/>
    <w:rsid w:val="00880008"/>
    <w:rsid w:val="00884E47"/>
    <w:rsid w:val="00893058"/>
    <w:rsid w:val="008C3380"/>
    <w:rsid w:val="008E0CEE"/>
    <w:rsid w:val="008E716E"/>
    <w:rsid w:val="009507DE"/>
    <w:rsid w:val="00955510"/>
    <w:rsid w:val="00973E1C"/>
    <w:rsid w:val="00985BB5"/>
    <w:rsid w:val="009A2ECD"/>
    <w:rsid w:val="009B1B65"/>
    <w:rsid w:val="009B5AD9"/>
    <w:rsid w:val="009C6FDB"/>
    <w:rsid w:val="009D6C7F"/>
    <w:rsid w:val="009E5DFE"/>
    <w:rsid w:val="009F3A16"/>
    <w:rsid w:val="00A02C29"/>
    <w:rsid w:val="00A02D93"/>
    <w:rsid w:val="00A249B3"/>
    <w:rsid w:val="00A47034"/>
    <w:rsid w:val="00A979ED"/>
    <w:rsid w:val="00AA0230"/>
    <w:rsid w:val="00AA0FD2"/>
    <w:rsid w:val="00AB3C57"/>
    <w:rsid w:val="00AB698F"/>
    <w:rsid w:val="00AC00A5"/>
    <w:rsid w:val="00AC0CA7"/>
    <w:rsid w:val="00AF09A2"/>
    <w:rsid w:val="00B02252"/>
    <w:rsid w:val="00B02977"/>
    <w:rsid w:val="00B04D54"/>
    <w:rsid w:val="00B06971"/>
    <w:rsid w:val="00B42182"/>
    <w:rsid w:val="00B46341"/>
    <w:rsid w:val="00B52803"/>
    <w:rsid w:val="00B538D8"/>
    <w:rsid w:val="00B753C2"/>
    <w:rsid w:val="00B76B60"/>
    <w:rsid w:val="00B86C2B"/>
    <w:rsid w:val="00B90BEA"/>
    <w:rsid w:val="00BB29B8"/>
    <w:rsid w:val="00BC407E"/>
    <w:rsid w:val="00BE5DA9"/>
    <w:rsid w:val="00BF4907"/>
    <w:rsid w:val="00C230ED"/>
    <w:rsid w:val="00C26125"/>
    <w:rsid w:val="00C44FA4"/>
    <w:rsid w:val="00C744D7"/>
    <w:rsid w:val="00C86B82"/>
    <w:rsid w:val="00C94065"/>
    <w:rsid w:val="00C955AD"/>
    <w:rsid w:val="00CB0E1C"/>
    <w:rsid w:val="00CC2DB8"/>
    <w:rsid w:val="00CC5206"/>
    <w:rsid w:val="00CC6278"/>
    <w:rsid w:val="00CE0838"/>
    <w:rsid w:val="00D02401"/>
    <w:rsid w:val="00D158ED"/>
    <w:rsid w:val="00D26B63"/>
    <w:rsid w:val="00D61D6F"/>
    <w:rsid w:val="00D82743"/>
    <w:rsid w:val="00D85D7B"/>
    <w:rsid w:val="00D86E66"/>
    <w:rsid w:val="00D86EF2"/>
    <w:rsid w:val="00D93153"/>
    <w:rsid w:val="00DA7B63"/>
    <w:rsid w:val="00DE47B0"/>
    <w:rsid w:val="00DF40BC"/>
    <w:rsid w:val="00DF76F4"/>
    <w:rsid w:val="00E503AB"/>
    <w:rsid w:val="00E822A9"/>
    <w:rsid w:val="00E8307C"/>
    <w:rsid w:val="00EA5662"/>
    <w:rsid w:val="00EC4AB2"/>
    <w:rsid w:val="00F16D21"/>
    <w:rsid w:val="00F3009A"/>
    <w:rsid w:val="00F40091"/>
    <w:rsid w:val="00F42FA0"/>
    <w:rsid w:val="00F64A17"/>
    <w:rsid w:val="00F81D24"/>
    <w:rsid w:val="00F854D5"/>
    <w:rsid w:val="00F9019C"/>
    <w:rsid w:val="00F96BB5"/>
    <w:rsid w:val="00FB362D"/>
    <w:rsid w:val="00FB525D"/>
    <w:rsid w:val="00FD5C06"/>
    <w:rsid w:val="00FE2BED"/>
    <w:rsid w:val="00FF2698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8F877B"/>
  <w15:chartTrackingRefBased/>
  <w15:docId w15:val="{E10BB063-9D7E-40CB-84CA-A61AA2A4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5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84E"/>
    <w:pPr>
      <w:spacing w:after="0" w:line="260" w:lineRule="atLeast"/>
    </w:pPr>
  </w:style>
  <w:style w:type="paragraph" w:styleId="Heading1">
    <w:name w:val="heading 1"/>
    <w:basedOn w:val="Title"/>
    <w:next w:val="Normal"/>
    <w:link w:val="Heading1Char"/>
    <w:uiPriority w:val="9"/>
    <w:qFormat/>
    <w:rsid w:val="005349B5"/>
    <w:pPr>
      <w:keepNext/>
      <w:keepLines/>
      <w:spacing w:before="320" w:after="500"/>
      <w:outlineLvl w:val="0"/>
    </w:pPr>
    <w:rPr>
      <w:bCs w:val="0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490677"/>
    <w:pPr>
      <w:spacing w:before="280" w:after="60"/>
      <w:outlineLvl w:val="1"/>
    </w:pPr>
    <w:rPr>
      <w:rFonts w:ascii="Matter SemiBold" w:hAnsi="Matter SemiBold"/>
      <w:bCs/>
      <w:sz w:val="22"/>
      <w:lang w:val="nb-NO"/>
    </w:rPr>
  </w:style>
  <w:style w:type="paragraph" w:styleId="Heading3">
    <w:name w:val="heading 3"/>
    <w:basedOn w:val="Heading2"/>
    <w:next w:val="Normal"/>
    <w:link w:val="Heading3Char"/>
    <w:uiPriority w:val="9"/>
    <w:semiHidden/>
    <w:rsid w:val="00490677"/>
    <w:pPr>
      <w:outlineLvl w:val="2"/>
    </w:pPr>
    <w:rPr>
      <w:i/>
    </w:rPr>
  </w:style>
  <w:style w:type="paragraph" w:styleId="Heading4">
    <w:name w:val="heading 4"/>
    <w:basedOn w:val="Heading3"/>
    <w:next w:val="Normal"/>
    <w:link w:val="Heading4Char"/>
    <w:uiPriority w:val="9"/>
    <w:semiHidden/>
    <w:rsid w:val="00490677"/>
    <w:pPr>
      <w:outlineLvl w:val="3"/>
    </w:pPr>
    <w:rPr>
      <w:rFonts w:asciiTheme="minorHAnsi" w:hAnsiTheme="minorHAnsi"/>
      <w:iCs/>
    </w:rPr>
  </w:style>
  <w:style w:type="paragraph" w:styleId="Heading5">
    <w:name w:val="heading 5"/>
    <w:basedOn w:val="Heading4"/>
    <w:next w:val="Normal"/>
    <w:link w:val="Heading5Char"/>
    <w:uiPriority w:val="9"/>
    <w:semiHidden/>
    <w:qFormat/>
    <w:rsid w:val="004E056F"/>
    <w:pPr>
      <w:outlineLvl w:val="4"/>
    </w:pPr>
    <w:rPr>
      <w:bCs w:val="0"/>
      <w:i w:val="0"/>
      <w:sz w:val="19"/>
    </w:rPr>
  </w:style>
  <w:style w:type="paragraph" w:styleId="Heading6">
    <w:name w:val="heading 6"/>
    <w:basedOn w:val="Heading5"/>
    <w:next w:val="Normal"/>
    <w:link w:val="Heading6Char"/>
    <w:uiPriority w:val="9"/>
    <w:semiHidden/>
    <w:rsid w:val="004E056F"/>
    <w:pPr>
      <w:outlineLvl w:val="5"/>
    </w:pPr>
    <w:rPr>
      <w:bCs/>
      <w:iCs w:val="0"/>
    </w:rPr>
  </w:style>
  <w:style w:type="paragraph" w:styleId="Heading7">
    <w:name w:val="heading 7"/>
    <w:basedOn w:val="Heading6"/>
    <w:next w:val="Normal"/>
    <w:link w:val="Heading7Char"/>
    <w:uiPriority w:val="9"/>
    <w:semiHidden/>
    <w:rsid w:val="004E056F"/>
    <w:p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iPriority w:val="9"/>
    <w:semiHidden/>
    <w:rsid w:val="004E056F"/>
    <w:pPr>
      <w:outlineLvl w:val="7"/>
    </w:pPr>
    <w:rPr>
      <w:bCs w:val="0"/>
    </w:rPr>
  </w:style>
  <w:style w:type="paragraph" w:styleId="Heading9">
    <w:name w:val="heading 9"/>
    <w:basedOn w:val="Heading8"/>
    <w:next w:val="Normal"/>
    <w:link w:val="Heading9Char"/>
    <w:uiPriority w:val="9"/>
    <w:semiHidden/>
    <w:rsid w:val="004E056F"/>
    <w:p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9B5"/>
    <w:rPr>
      <w:rFonts w:asciiTheme="majorHAnsi" w:eastAsiaTheme="majorEastAsia" w:hAnsiTheme="majorHAnsi" w:cstheme="majorBidi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90677"/>
    <w:rPr>
      <w:rFonts w:ascii="Matter SemiBold" w:eastAsiaTheme="majorEastAsia" w:hAnsi="Matter SemiBold" w:cstheme="majorBidi"/>
      <w:bCs/>
      <w:noProof/>
      <w:sz w:val="22"/>
      <w:szCs w:val="28"/>
      <w:lang w:val="nb-N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653"/>
    <w:rPr>
      <w:rFonts w:ascii="Matter SemiBold" w:eastAsiaTheme="majorEastAsia" w:hAnsi="Matter SemiBold" w:cstheme="majorBidi"/>
      <w:bCs/>
      <w:i/>
      <w:szCs w:val="28"/>
      <w:lang w:val="nb-N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653"/>
    <w:rPr>
      <w:rFonts w:eastAsiaTheme="majorEastAsia" w:cstheme="majorBidi"/>
      <w:bCs/>
      <w:i/>
      <w:iCs/>
      <w:szCs w:val="28"/>
      <w:lang w:val="nb-N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056F"/>
    <w:rPr>
      <w:rFonts w:asciiTheme="majorHAnsi" w:eastAsiaTheme="majorEastAsia" w:hAnsiTheme="majorHAnsi" w:cstheme="majorBidi"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056F"/>
    <w:rPr>
      <w:rFonts w:asciiTheme="majorHAnsi" w:eastAsiaTheme="majorEastAsia" w:hAnsiTheme="majorHAnsi" w:cstheme="majorBidi"/>
      <w:bCs/>
      <w:iCs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056F"/>
    <w:rPr>
      <w:rFonts w:asciiTheme="majorHAnsi" w:eastAsiaTheme="majorEastAsia" w:hAnsiTheme="majorHAnsi" w:cstheme="majorBidi"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056F"/>
    <w:rPr>
      <w:rFonts w:asciiTheme="majorHAnsi" w:eastAsiaTheme="majorEastAsia" w:hAnsiTheme="majorHAnsi" w:cstheme="majorBidi"/>
      <w:szCs w:val="24"/>
      <w:lang w:val="en-GB"/>
    </w:rPr>
  </w:style>
  <w:style w:type="paragraph" w:styleId="Caption">
    <w:name w:val="caption"/>
    <w:basedOn w:val="Normal"/>
    <w:next w:val="Normal"/>
    <w:uiPriority w:val="99"/>
    <w:rsid w:val="009B1B65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34"/>
    <w:unhideWhenUsed/>
    <w:rsid w:val="004E056F"/>
    <w:pPr>
      <w:contextualSpacing/>
    </w:pPr>
    <w:rPr>
      <w:rFonts w:asciiTheme="majorHAnsi" w:eastAsiaTheme="majorEastAsia" w:hAnsiTheme="majorHAnsi" w:cstheme="majorBidi"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34"/>
    <w:rsid w:val="0061377C"/>
    <w:rPr>
      <w:rFonts w:asciiTheme="majorHAnsi" w:eastAsiaTheme="majorEastAsia" w:hAnsiTheme="majorHAnsi" w:cstheme="majorBidi"/>
      <w:bCs/>
      <w:sz w:val="48"/>
      <w:szCs w:val="48"/>
    </w:rPr>
  </w:style>
  <w:style w:type="paragraph" w:styleId="Subtitle">
    <w:name w:val="Subtitle"/>
    <w:basedOn w:val="Title"/>
    <w:next w:val="Normal"/>
    <w:link w:val="SubtitleChar"/>
    <w:uiPriority w:val="35"/>
    <w:unhideWhenUsed/>
    <w:rsid w:val="004E056F"/>
    <w:pPr>
      <w:numPr>
        <w:ilvl w:val="1"/>
      </w:numPr>
      <w:spacing w:after="24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35"/>
    <w:rsid w:val="0061377C"/>
    <w:rPr>
      <w:rFonts w:asciiTheme="majorHAnsi" w:eastAsiaTheme="majorEastAsia" w:hAnsiTheme="majorHAnsi" w:cstheme="majorBidi"/>
      <w:bCs/>
      <w:sz w:val="24"/>
      <w:szCs w:val="24"/>
    </w:rPr>
  </w:style>
  <w:style w:type="character" w:styleId="Strong">
    <w:name w:val="Strong"/>
    <w:basedOn w:val="DefaultParagraphFont"/>
    <w:uiPriority w:val="22"/>
    <w:semiHidden/>
    <w:rsid w:val="009B1B65"/>
    <w:rPr>
      <w:b/>
      <w:bCs/>
      <w:color w:val="auto"/>
    </w:rPr>
  </w:style>
  <w:style w:type="character" w:styleId="Emphasis">
    <w:name w:val="Emphasis"/>
    <w:basedOn w:val="DefaultParagraphFont"/>
    <w:uiPriority w:val="20"/>
    <w:semiHidden/>
    <w:rsid w:val="009B1B65"/>
    <w:rPr>
      <w:i/>
      <w:iCs/>
      <w:color w:val="auto"/>
    </w:rPr>
  </w:style>
  <w:style w:type="paragraph" w:styleId="NoSpacing">
    <w:name w:val="No Spacing"/>
    <w:link w:val="NoSpacingChar"/>
    <w:uiPriority w:val="1"/>
    <w:rsid w:val="00EA5662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semiHidden/>
    <w:rsid w:val="009B1B6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B1B6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9B1B65"/>
    <w:pPr>
      <w:spacing w:before="100" w:beforeAutospacing="1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B1B65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semiHidden/>
    <w:rsid w:val="009B1B65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semiHidden/>
    <w:rsid w:val="009B1B6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semiHidden/>
    <w:rsid w:val="009B1B65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semiHidden/>
    <w:rsid w:val="009B1B65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semiHidden/>
    <w:rsid w:val="009B1B65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8"/>
    <w:rsid w:val="007437D5"/>
    <w:pPr>
      <w:outlineLvl w:val="9"/>
    </w:pPr>
  </w:style>
  <w:style w:type="paragraph" w:styleId="ListBullet">
    <w:name w:val="List Bullet"/>
    <w:basedOn w:val="Normal"/>
    <w:uiPriority w:val="24"/>
    <w:qFormat/>
    <w:rsid w:val="007E792E"/>
    <w:pPr>
      <w:numPr>
        <w:numId w:val="1"/>
      </w:numPr>
      <w:spacing w:after="60" w:line="240" w:lineRule="auto"/>
      <w:ind w:left="340" w:hanging="340"/>
      <w:contextualSpacing/>
    </w:pPr>
  </w:style>
  <w:style w:type="paragraph" w:styleId="ListNumber">
    <w:name w:val="List Number"/>
    <w:basedOn w:val="Normal"/>
    <w:uiPriority w:val="25"/>
    <w:qFormat/>
    <w:rsid w:val="00223177"/>
    <w:pPr>
      <w:numPr>
        <w:numId w:val="6"/>
      </w:numPr>
      <w:spacing w:after="80"/>
      <w:ind w:left="357" w:hanging="357"/>
      <w:contextualSpacing/>
    </w:pPr>
  </w:style>
  <w:style w:type="table" w:styleId="TableGrid">
    <w:name w:val="Table Grid"/>
    <w:basedOn w:val="TableNormal"/>
    <w:uiPriority w:val="39"/>
    <w:rsid w:val="00884E4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EndnoteText"/>
    <w:link w:val="FootnoteTextChar"/>
    <w:uiPriority w:val="99"/>
    <w:semiHidden/>
    <w:rsid w:val="00DF76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4653"/>
    <w:rPr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rsid w:val="00884E47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249B3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249B3"/>
    <w:rPr>
      <w:sz w:val="16"/>
    </w:rPr>
  </w:style>
  <w:style w:type="paragraph" w:styleId="Footer">
    <w:name w:val="footer"/>
    <w:basedOn w:val="Header"/>
    <w:link w:val="FooterChar"/>
    <w:uiPriority w:val="99"/>
    <w:rsid w:val="00B46341"/>
  </w:style>
  <w:style w:type="character" w:customStyle="1" w:styleId="FooterChar">
    <w:name w:val="Footer Char"/>
    <w:basedOn w:val="DefaultParagraphFont"/>
    <w:link w:val="Footer"/>
    <w:uiPriority w:val="99"/>
    <w:rsid w:val="00B46341"/>
    <w:rPr>
      <w:sz w:val="16"/>
    </w:rPr>
  </w:style>
  <w:style w:type="paragraph" w:styleId="TOC1">
    <w:name w:val="toc 1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425" w:hanging="425"/>
    </w:pPr>
  </w:style>
  <w:style w:type="paragraph" w:styleId="TOC2">
    <w:name w:val="toc 2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850" w:hanging="425"/>
    </w:pPr>
  </w:style>
  <w:style w:type="paragraph" w:styleId="TOC3">
    <w:name w:val="toc 3"/>
    <w:basedOn w:val="Normal"/>
    <w:next w:val="Normal"/>
    <w:uiPriority w:val="39"/>
    <w:rsid w:val="00AA0230"/>
    <w:pPr>
      <w:tabs>
        <w:tab w:val="right" w:leader="dot" w:pos="9062"/>
      </w:tabs>
      <w:spacing w:after="100"/>
      <w:ind w:left="1276" w:hanging="425"/>
    </w:pPr>
  </w:style>
  <w:style w:type="character" w:styleId="Hyperlink">
    <w:name w:val="Hyperlink"/>
    <w:basedOn w:val="DefaultParagraphFont"/>
    <w:uiPriority w:val="99"/>
    <w:rsid w:val="008555A7"/>
    <w:rPr>
      <w:color w:val="000000" w:themeColor="hyperlink"/>
      <w:u w:val="single"/>
    </w:rPr>
  </w:style>
  <w:style w:type="paragraph" w:styleId="TOC4">
    <w:name w:val="toc 4"/>
    <w:basedOn w:val="Normal"/>
    <w:next w:val="Normal"/>
    <w:uiPriority w:val="39"/>
    <w:rsid w:val="00825A65"/>
    <w:pPr>
      <w:spacing w:after="100"/>
      <w:ind w:left="1276"/>
    </w:pPr>
  </w:style>
  <w:style w:type="paragraph" w:styleId="TOC5">
    <w:name w:val="toc 5"/>
    <w:basedOn w:val="Normal"/>
    <w:next w:val="Normal"/>
    <w:uiPriority w:val="39"/>
    <w:semiHidden/>
    <w:rsid w:val="00825A65"/>
    <w:pPr>
      <w:spacing w:after="100"/>
      <w:ind w:left="1701"/>
    </w:pPr>
  </w:style>
  <w:style w:type="paragraph" w:styleId="TOC6">
    <w:name w:val="toc 6"/>
    <w:basedOn w:val="Normal"/>
    <w:next w:val="Normal"/>
    <w:uiPriority w:val="39"/>
    <w:semiHidden/>
    <w:rsid w:val="00825A65"/>
    <w:pPr>
      <w:spacing w:after="100"/>
      <w:ind w:left="2126"/>
    </w:pPr>
  </w:style>
  <w:style w:type="paragraph" w:styleId="TOC7">
    <w:name w:val="toc 7"/>
    <w:basedOn w:val="Normal"/>
    <w:next w:val="Normal"/>
    <w:uiPriority w:val="39"/>
    <w:semiHidden/>
    <w:rsid w:val="00825A65"/>
    <w:pPr>
      <w:spacing w:after="100"/>
      <w:ind w:left="2552"/>
    </w:pPr>
  </w:style>
  <w:style w:type="paragraph" w:styleId="TOC8">
    <w:name w:val="toc 8"/>
    <w:basedOn w:val="Normal"/>
    <w:next w:val="Normal"/>
    <w:uiPriority w:val="39"/>
    <w:semiHidden/>
    <w:rsid w:val="00825A65"/>
    <w:pPr>
      <w:spacing w:after="100"/>
      <w:ind w:left="2977"/>
    </w:pPr>
  </w:style>
  <w:style w:type="paragraph" w:styleId="TOC9">
    <w:name w:val="toc 9"/>
    <w:basedOn w:val="Normal"/>
    <w:next w:val="Normal"/>
    <w:uiPriority w:val="39"/>
    <w:semiHidden/>
    <w:rsid w:val="00825A65"/>
    <w:pPr>
      <w:spacing w:after="100"/>
      <w:ind w:left="3402"/>
    </w:pPr>
  </w:style>
  <w:style w:type="paragraph" w:styleId="ListNumber2">
    <w:name w:val="List Number 2"/>
    <w:basedOn w:val="ListNumber"/>
    <w:uiPriority w:val="25"/>
    <w:rsid w:val="00130001"/>
    <w:pPr>
      <w:numPr>
        <w:ilvl w:val="1"/>
      </w:numPr>
    </w:pPr>
  </w:style>
  <w:style w:type="paragraph" w:styleId="ListNumber3">
    <w:name w:val="List Number 3"/>
    <w:basedOn w:val="ListNumber2"/>
    <w:uiPriority w:val="25"/>
    <w:rsid w:val="00130001"/>
    <w:pPr>
      <w:numPr>
        <w:ilvl w:val="2"/>
      </w:numPr>
    </w:pPr>
  </w:style>
  <w:style w:type="paragraph" w:styleId="ListNumber4">
    <w:name w:val="List Number 4"/>
    <w:basedOn w:val="ListNumber3"/>
    <w:uiPriority w:val="25"/>
    <w:semiHidden/>
    <w:rsid w:val="00130001"/>
    <w:pPr>
      <w:numPr>
        <w:ilvl w:val="3"/>
      </w:numPr>
    </w:pPr>
  </w:style>
  <w:style w:type="paragraph" w:styleId="ListNumber5">
    <w:name w:val="List Number 5"/>
    <w:basedOn w:val="ListNumber4"/>
    <w:uiPriority w:val="25"/>
    <w:semiHidden/>
    <w:rsid w:val="00130001"/>
    <w:pPr>
      <w:numPr>
        <w:ilvl w:val="4"/>
      </w:numPr>
    </w:pPr>
  </w:style>
  <w:style w:type="paragraph" w:styleId="ListBullet2">
    <w:name w:val="List Bullet 2"/>
    <w:basedOn w:val="ListBullet"/>
    <w:uiPriority w:val="24"/>
    <w:rsid w:val="00715503"/>
    <w:pPr>
      <w:numPr>
        <w:ilvl w:val="1"/>
      </w:numPr>
      <w:ind w:left="714" w:hanging="357"/>
    </w:pPr>
  </w:style>
  <w:style w:type="paragraph" w:styleId="ListBullet3">
    <w:name w:val="List Bullet 3"/>
    <w:basedOn w:val="ListBullet2"/>
    <w:uiPriority w:val="24"/>
    <w:rsid w:val="00715503"/>
    <w:pPr>
      <w:numPr>
        <w:ilvl w:val="0"/>
        <w:numId w:val="14"/>
      </w:numPr>
      <w:ind w:left="1077" w:hanging="340"/>
    </w:pPr>
  </w:style>
  <w:style w:type="paragraph" w:styleId="ListBullet4">
    <w:name w:val="List Bullet 4"/>
    <w:basedOn w:val="ListBullet3"/>
    <w:uiPriority w:val="24"/>
    <w:semiHidden/>
    <w:rsid w:val="00FE2BED"/>
    <w:pPr>
      <w:numPr>
        <w:ilvl w:val="3"/>
      </w:numPr>
    </w:pPr>
  </w:style>
  <w:style w:type="paragraph" w:styleId="ListBullet5">
    <w:name w:val="List Bullet 5"/>
    <w:basedOn w:val="ListBullet4"/>
    <w:uiPriority w:val="24"/>
    <w:semiHidden/>
    <w:rsid w:val="00FE2BED"/>
    <w:pPr>
      <w:numPr>
        <w:ilvl w:val="4"/>
      </w:numPr>
    </w:pPr>
  </w:style>
  <w:style w:type="character" w:styleId="PlaceholderText">
    <w:name w:val="Placeholder Text"/>
    <w:basedOn w:val="DefaultParagraphFont"/>
    <w:uiPriority w:val="99"/>
    <w:rsid w:val="009C6FDB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Hiddentext">
    <w:name w:val="Hidden text"/>
    <w:basedOn w:val="Normal"/>
    <w:next w:val="Normal"/>
    <w:uiPriority w:val="24"/>
    <w:semiHidden/>
    <w:qFormat/>
    <w:rsid w:val="00D86E66"/>
    <w:rPr>
      <w:vanish/>
      <w:color w:val="C00000"/>
    </w:rPr>
  </w:style>
  <w:style w:type="paragraph" w:customStyle="1" w:styleId="NumberedHeading1">
    <w:name w:val="Numbered Heading 1"/>
    <w:basedOn w:val="Heading1"/>
    <w:next w:val="Normal"/>
    <w:uiPriority w:val="10"/>
    <w:qFormat/>
    <w:rsid w:val="007D1A4B"/>
    <w:pPr>
      <w:numPr>
        <w:numId w:val="12"/>
      </w:numPr>
      <w:ind w:left="851" w:hanging="851"/>
    </w:pPr>
  </w:style>
  <w:style w:type="paragraph" w:customStyle="1" w:styleId="NumberedHeading2">
    <w:name w:val="Numbered Heading 2"/>
    <w:basedOn w:val="Heading2"/>
    <w:next w:val="Normal"/>
    <w:uiPriority w:val="10"/>
    <w:qFormat/>
    <w:rsid w:val="007D1A4B"/>
    <w:pPr>
      <w:numPr>
        <w:ilvl w:val="1"/>
        <w:numId w:val="12"/>
      </w:numPr>
      <w:ind w:left="851" w:hanging="851"/>
    </w:pPr>
  </w:style>
  <w:style w:type="paragraph" w:customStyle="1" w:styleId="NumberedHeading3">
    <w:name w:val="Numbered Heading 3"/>
    <w:basedOn w:val="Heading3"/>
    <w:next w:val="Normal"/>
    <w:uiPriority w:val="10"/>
    <w:semiHidden/>
    <w:rsid w:val="007D1A4B"/>
    <w:pPr>
      <w:numPr>
        <w:ilvl w:val="2"/>
        <w:numId w:val="12"/>
      </w:numPr>
      <w:ind w:left="851" w:hanging="851"/>
    </w:pPr>
  </w:style>
  <w:style w:type="paragraph" w:customStyle="1" w:styleId="NumberedHeading4">
    <w:name w:val="Numbered Heading 4"/>
    <w:basedOn w:val="Heading4"/>
    <w:next w:val="Normal"/>
    <w:uiPriority w:val="10"/>
    <w:semiHidden/>
    <w:qFormat/>
    <w:rsid w:val="007D1A4B"/>
    <w:pPr>
      <w:numPr>
        <w:ilvl w:val="3"/>
        <w:numId w:val="12"/>
      </w:numPr>
      <w:ind w:left="851" w:hanging="851"/>
    </w:pPr>
  </w:style>
  <w:style w:type="paragraph" w:styleId="EndnoteText">
    <w:name w:val="endnote text"/>
    <w:basedOn w:val="Normal"/>
    <w:link w:val="EndnoteTextChar"/>
    <w:uiPriority w:val="99"/>
    <w:semiHidden/>
    <w:rsid w:val="00DF76F4"/>
    <w:pPr>
      <w:ind w:left="142" w:hanging="142"/>
    </w:pPr>
    <w:rPr>
      <w:sz w:val="16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04653"/>
    <w:rPr>
      <w:sz w:val="16"/>
      <w:szCs w:val="20"/>
    </w:rPr>
  </w:style>
  <w:style w:type="character" w:styleId="EndnoteReference">
    <w:name w:val="endnote reference"/>
    <w:basedOn w:val="DefaultParagraphFont"/>
    <w:uiPriority w:val="99"/>
    <w:semiHidden/>
    <w:rsid w:val="00DF76F4"/>
    <w:rPr>
      <w:vertAlign w:val="superscript"/>
    </w:rPr>
  </w:style>
  <w:style w:type="paragraph" w:styleId="EnvelopeAddress">
    <w:name w:val="envelope address"/>
    <w:basedOn w:val="Normal"/>
    <w:uiPriority w:val="99"/>
    <w:rsid w:val="005349B5"/>
    <w:pPr>
      <w:spacing w:before="1080" w:after="1200"/>
      <w:contextualSpacing/>
    </w:pPr>
    <w:rPr>
      <w:lang w:val="sv-SE"/>
    </w:rPr>
  </w:style>
  <w:style w:type="paragraph" w:styleId="Closing">
    <w:name w:val="Closing"/>
    <w:basedOn w:val="Normal"/>
    <w:next w:val="Normal"/>
    <w:link w:val="ClosingChar"/>
    <w:uiPriority w:val="99"/>
    <w:semiHidden/>
    <w:rsid w:val="00DE47B0"/>
    <w:pPr>
      <w:spacing w:after="80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04653"/>
  </w:style>
  <w:style w:type="paragraph" w:styleId="Salutation">
    <w:name w:val="Salutation"/>
    <w:basedOn w:val="Normal"/>
    <w:next w:val="Normal"/>
    <w:link w:val="SalutationChar"/>
    <w:uiPriority w:val="36"/>
    <w:unhideWhenUsed/>
    <w:rsid w:val="00CC6278"/>
    <w:rPr>
      <w:i/>
    </w:rPr>
  </w:style>
  <w:style w:type="character" w:customStyle="1" w:styleId="SalutationChar">
    <w:name w:val="Salutation Char"/>
    <w:basedOn w:val="DefaultParagraphFont"/>
    <w:link w:val="Salutation"/>
    <w:uiPriority w:val="36"/>
    <w:rsid w:val="0061377C"/>
    <w:rPr>
      <w:i/>
    </w:rPr>
  </w:style>
  <w:style w:type="paragraph" w:customStyle="1" w:styleId="Source">
    <w:name w:val="Source"/>
    <w:basedOn w:val="Normal"/>
    <w:next w:val="Normal"/>
    <w:uiPriority w:val="26"/>
    <w:semiHidden/>
    <w:qFormat/>
    <w:rsid w:val="00F96BB5"/>
    <w:pPr>
      <w:spacing w:before="80"/>
    </w:pPr>
    <w:rPr>
      <w:i/>
      <w:sz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870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Dunn\OneDrive%20-%20Sage%20Housing%20Limited\Pictures\compliment%20slips%20etc\Letterheads%20and%20compliment%20slips\3.%20Non%20VAT%20entities\Sage%20Borrower%20AR1%20Limited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BEC2A1E686F47EA91BB1D1114354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0A304-605E-4AE2-A810-5E51D8541597}"/>
      </w:docPartPr>
      <w:docPartBody>
        <w:p w:rsidR="00E543BD" w:rsidRDefault="00FE3B3F">
          <w:pPr>
            <w:pStyle w:val="EBEC2A1E686F47EA91BB1D111435472B"/>
          </w:pPr>
          <w:r w:rsidRPr="00096C2D">
            <w:rPr>
              <w:rStyle w:val="PlaceholderText"/>
            </w:rPr>
            <w:t>Click here to enter text.</w:t>
          </w:r>
        </w:p>
      </w:docPartBody>
    </w:docPart>
    <w:docPart>
      <w:docPartPr>
        <w:name w:val="9EDBAD70A26D4FBD8578AC56FDDF8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6D0F1-40DB-4733-8479-6E07438BD5B0}"/>
      </w:docPartPr>
      <w:docPartBody>
        <w:p w:rsidR="00E543BD" w:rsidRDefault="00FE3B3F">
          <w:pPr>
            <w:pStyle w:val="9EDBAD70A26D4FBD8578AC56FDDF8EB6"/>
          </w:pPr>
          <w:r w:rsidRPr="00096C2D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heading</w:t>
          </w:r>
          <w:r w:rsidRPr="00096C2D">
            <w:rPr>
              <w:rStyle w:val="PlaceholderText"/>
            </w:rPr>
            <w:t>.</w:t>
          </w:r>
        </w:p>
      </w:docPartBody>
    </w:docPart>
    <w:docPart>
      <w:docPartPr>
        <w:name w:val="5DC7925A5F734111A96AA79A96311F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A53FE-86D7-4E3A-9D00-33DD05D4B4E4}"/>
      </w:docPartPr>
      <w:docPartBody>
        <w:p w:rsidR="00E543BD" w:rsidRDefault="00FE3B3F">
          <w:pPr>
            <w:pStyle w:val="5DC7925A5F734111A96AA79A96311F3F"/>
          </w:pPr>
          <w:r w:rsidRPr="00096C2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tter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3BD"/>
    <w:rsid w:val="00E543BD"/>
    <w:rsid w:val="00FE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EBEC2A1E686F47EA91BB1D111435472B">
    <w:name w:val="EBEC2A1E686F47EA91BB1D111435472B"/>
  </w:style>
  <w:style w:type="paragraph" w:customStyle="1" w:styleId="9EDBAD70A26D4FBD8578AC56FDDF8EB6">
    <w:name w:val="9EDBAD70A26D4FBD8578AC56FDDF8EB6"/>
  </w:style>
  <w:style w:type="paragraph" w:customStyle="1" w:styleId="5DC7925A5F734111A96AA79A96311F3F">
    <w:name w:val="5DC7925A5F734111A96AA79A96311F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geHomes_Colour">
      <a:dk1>
        <a:sysClr val="windowText" lastClr="000000"/>
      </a:dk1>
      <a:lt1>
        <a:sysClr val="window" lastClr="FFFFFF"/>
      </a:lt1>
      <a:dk2>
        <a:srgbClr val="DBC0CE"/>
      </a:dk2>
      <a:lt2>
        <a:srgbClr val="407C7D"/>
      </a:lt2>
      <a:accent1>
        <a:srgbClr val="003C3B"/>
      </a:accent1>
      <a:accent2>
        <a:srgbClr val="FFC09C"/>
      </a:accent2>
      <a:accent3>
        <a:srgbClr val="4A293B"/>
      </a:accent3>
      <a:accent4>
        <a:srgbClr val="FFBF4B"/>
      </a:accent4>
      <a:accent5>
        <a:srgbClr val="FF6626"/>
      </a:accent5>
      <a:accent6>
        <a:srgbClr val="FFA463"/>
      </a:accent6>
      <a:hlink>
        <a:srgbClr val="000000"/>
      </a:hlink>
      <a:folHlink>
        <a:srgbClr val="000000"/>
      </a:folHlink>
    </a:clrScheme>
    <a:fontScheme name="SageHomes_FontStandard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AB8F5631E26D4FBCB0E7274EBED489" ma:contentTypeVersion="0" ma:contentTypeDescription="Create a new document." ma:contentTypeScope="" ma:versionID="e605c2685b835922ba2b0ab471b1ef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A8152F-6FD9-4E1D-893A-7D09C61C1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46A22B-0E6F-4E31-A69D-97898FC5F5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DFA9A2-0655-4957-8600-B0155B9B19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D58F8A-FF13-481E-9137-F15834CE6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Sage Borrower AR1 Limited letterhead</Template>
  <TotalTime>3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Dunn</dc:creator>
  <cp:keywords/>
  <dc:description/>
  <cp:lastModifiedBy>Doug Dunn</cp:lastModifiedBy>
  <cp:revision>3</cp:revision>
  <dcterms:created xsi:type="dcterms:W3CDTF">2022-05-27T11:32:00Z</dcterms:created>
  <dcterms:modified xsi:type="dcterms:W3CDTF">2022-05-27T14:53:00Z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0x010100C6AB8F5631E26D4FBCB0E7274EBED489</vt:lpwstr>
  </property>
  <property fmtid="{D5CDD505-2E9C-101B-9397-08002B2CF9AE}" pid="3" name="Order">
    <vt:r8>33200</vt:r8>
  </property>
</Properties>
</file>