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A3C0" w14:textId="521FC3D8" w:rsidR="00D75504" w:rsidRDefault="00D75504">
      <w:pPr>
        <w:spacing w:before="0" w:after="0" w:line="240" w:lineRule="auto"/>
        <w:jc w:val="left"/>
      </w:pPr>
      <w:r>
        <w:br w:type="page"/>
      </w:r>
    </w:p>
    <w:p w14:paraId="27A92543" w14:textId="77777777" w:rsidR="00125F25" w:rsidRPr="00D75504" w:rsidRDefault="00125F25" w:rsidP="00D75504"/>
    <w:sectPr w:rsidR="00125F25" w:rsidRPr="00D75504" w:rsidSect="001F644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701" w:right="851" w:bottom="1440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54889" w14:textId="77777777" w:rsidR="00421D81" w:rsidRDefault="00421D81" w:rsidP="00F07C90">
      <w:r>
        <w:separator/>
      </w:r>
    </w:p>
  </w:endnote>
  <w:endnote w:type="continuationSeparator" w:id="0">
    <w:p w14:paraId="69B955C6" w14:textId="77777777" w:rsidR="00421D81" w:rsidRDefault="00421D81" w:rsidP="00F07C90">
      <w:r>
        <w:continuationSeparator/>
      </w:r>
    </w:p>
  </w:endnote>
  <w:endnote w:type="continuationNotice" w:id="1">
    <w:p w14:paraId="0DA4A274" w14:textId="77777777" w:rsidR="00421D81" w:rsidRDefault="00421D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IN 2014 Light">
    <w:altName w:val="Calibri"/>
    <w:panose1 w:val="00000000000000000000"/>
    <w:charset w:val="00"/>
    <w:family w:val="swiss"/>
    <w:notTrueType/>
    <w:pitch w:val="variable"/>
    <w:sig w:usb0="A00002F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5B6D" w14:textId="340CED2A" w:rsidR="001B37E3" w:rsidRPr="00197E99" w:rsidRDefault="00197E99" w:rsidP="00197E99">
    <w:pPr>
      <w:pStyle w:val="Footer"/>
      <w:rPr>
        <w:color w:val="8C8C8C" w:themeColor="background1" w:themeTint="80"/>
        <w:sz w:val="17"/>
        <w:szCs w:val="17"/>
      </w:rPr>
    </w:pPr>
    <w:r>
      <w:rPr>
        <w:b/>
        <w:bCs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585534" wp14:editId="59C9ACFE">
              <wp:simplePos x="0" y="0"/>
              <wp:positionH relativeFrom="page">
                <wp:posOffset>-46687</wp:posOffset>
              </wp:positionH>
              <wp:positionV relativeFrom="paragraph">
                <wp:posOffset>512638</wp:posOffset>
              </wp:positionV>
              <wp:extent cx="7785463" cy="469809"/>
              <wp:effectExtent l="0" t="0" r="6350" b="698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463" cy="46980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D219B8" id="Rectangle 8" o:spid="_x0000_s1026" style="position:absolute;margin-left:-3.7pt;margin-top:40.35pt;width:613.05pt;height:37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" fillcolor="#8c8c8c [1628]" stroked="f" strokeweight="1pt">
              <w10:wrap anchorx="page"/>
            </v:rect>
          </w:pict>
        </mc:Fallback>
      </mc:AlternateContent>
    </w:r>
    <w:r w:rsidR="00CF3B4E">
      <w:rPr>
        <w:color w:val="8C8C8C" w:themeColor="background1" w:themeTint="80"/>
        <w:sz w:val="17"/>
        <w:szCs w:val="17"/>
      </w:rPr>
      <w:t>ctsav.com.au</w:t>
    </w:r>
    <w:r w:rsidR="00EB6C8C"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D75504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D75504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D75504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D75504">
      <w:rPr>
        <w:rFonts w:cstheme="minorHAnsi"/>
        <w:noProof/>
        <w:color w:val="8C8C8C" w:themeColor="background1" w:themeTint="80"/>
        <w:sz w:val="17"/>
        <w:szCs w:val="17"/>
      </w:rPr>
      <w:t>21CONS_Word Template BLANK</w:t>
    </w:r>
    <w:r w:rsidR="00D75504">
      <w:rPr>
        <w:rFonts w:cstheme="minorHAnsi"/>
        <w:color w:val="8C8C8C" w:themeColor="background1" w:themeTint="80"/>
        <w:sz w:val="17"/>
        <w:szCs w:val="17"/>
      </w:rPr>
      <w:fldChar w:fldCharType="end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="00EB6C8C" w:rsidRPr="003408F6">
      <w:rPr>
        <w:rFonts w:cstheme="minorHAnsi"/>
        <w:color w:val="8C8C8C" w:themeColor="background1" w:themeTint="80"/>
        <w:spacing w:val="60"/>
        <w:sz w:val="17"/>
        <w:szCs w:val="17"/>
      </w:rPr>
      <w:t>Page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t xml:space="preserve"> | </w: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EB6C8C" w:rsidRPr="00EB6C8C">
      <w:rPr>
        <w:rFonts w:cstheme="minorHAnsi"/>
        <w:color w:val="8C8C8C" w:themeColor="background1" w:themeTint="80"/>
        <w:sz w:val="17"/>
        <w:szCs w:val="17"/>
      </w:rPr>
      <w:instrText xml:space="preserve"> PAGE   \* MERGEFORMAT </w:instrText>
    </w:r>
    <w:r w:rsidR="00EB6C8C" w:rsidRPr="00EB6C8C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t>1</w:t>
    </w:r>
    <w:r w:rsidR="00EB6C8C" w:rsidRPr="00EB6C8C">
      <w:rPr>
        <w:rFonts w:cstheme="minorHAnsi"/>
        <w:b/>
        <w:bCs/>
        <w:noProof/>
        <w:color w:val="8C8C8C" w:themeColor="background1" w:themeTint="80"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A81F" w14:textId="66CE9461" w:rsidR="001F6447" w:rsidRPr="009D1927" w:rsidRDefault="00155C73" w:rsidP="001F6447">
    <w:pPr>
      <w:pStyle w:val="Footer"/>
      <w:rPr>
        <w:sz w:val="14"/>
        <w:szCs w:val="14"/>
      </w:rPr>
    </w:pPr>
    <w:r w:rsidRPr="00F07C90">
      <w:rPr>
        <w:noProof/>
        <w:szCs w:val="20"/>
      </w:rPr>
      <w:drawing>
        <wp:anchor distT="0" distB="0" distL="114300" distR="114300" simplePos="0" relativeHeight="251660290" behindDoc="1" locked="0" layoutInCell="1" allowOverlap="1" wp14:anchorId="02478FAE" wp14:editId="3CA11227">
          <wp:simplePos x="0" y="0"/>
          <wp:positionH relativeFrom="page">
            <wp:posOffset>-5715</wp:posOffset>
          </wp:positionH>
          <wp:positionV relativeFrom="paragraph">
            <wp:posOffset>-2374509</wp:posOffset>
          </wp:positionV>
          <wp:extent cx="2419200" cy="3420000"/>
          <wp:effectExtent l="0" t="0" r="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9200" cy="34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C4715F" w14:textId="6B64C1DD" w:rsidR="006E6138" w:rsidRPr="00155C73" w:rsidRDefault="00155C73" w:rsidP="00155C73">
    <w:pPr>
      <w:pStyle w:val="Footer"/>
      <w:jc w:val="center"/>
      <w:rPr>
        <w:color w:val="8C8C8C" w:themeColor="background1" w:themeTint="80"/>
        <w:sz w:val="17"/>
        <w:szCs w:val="17"/>
      </w:rPr>
    </w:pPr>
    <w:r w:rsidRPr="00EB6C8C">
      <w:rPr>
        <w:color w:val="8C8C8C" w:themeColor="background1" w:themeTint="80"/>
        <w:sz w:val="17"/>
        <w:szCs w:val="17"/>
      </w:rPr>
      <w:ptab w:relativeTo="margin" w:alignment="center" w:leader="none"/>
    </w:r>
    <w:r w:rsidR="00D75504">
      <w:rPr>
        <w:rFonts w:cstheme="minorHAnsi"/>
        <w:color w:val="8C8C8C" w:themeColor="background1" w:themeTint="80"/>
        <w:sz w:val="17"/>
        <w:szCs w:val="17"/>
      </w:rPr>
      <w:fldChar w:fldCharType="begin"/>
    </w:r>
    <w:r w:rsidR="00D75504">
      <w:rPr>
        <w:rFonts w:cstheme="minorHAnsi"/>
        <w:color w:val="8C8C8C" w:themeColor="background1" w:themeTint="80"/>
        <w:sz w:val="17"/>
        <w:szCs w:val="17"/>
      </w:rPr>
      <w:instrText xml:space="preserve"> FILENAME \* MERGEFORMAT </w:instrText>
    </w:r>
    <w:r w:rsidR="00D75504">
      <w:rPr>
        <w:rFonts w:cstheme="minorHAnsi"/>
        <w:color w:val="8C8C8C" w:themeColor="background1" w:themeTint="80"/>
        <w:sz w:val="17"/>
        <w:szCs w:val="17"/>
      </w:rPr>
      <w:fldChar w:fldCharType="separate"/>
    </w:r>
    <w:r w:rsidR="00D75504">
      <w:rPr>
        <w:rFonts w:cstheme="minorHAnsi"/>
        <w:noProof/>
        <w:color w:val="8C8C8C" w:themeColor="background1" w:themeTint="80"/>
        <w:sz w:val="17"/>
        <w:szCs w:val="17"/>
      </w:rPr>
      <w:t>21CONS_Word Template BLANK</w:t>
    </w:r>
    <w:r w:rsidR="00D75504">
      <w:rPr>
        <w:rFonts w:cstheme="minorHAnsi"/>
        <w:color w:val="8C8C8C" w:themeColor="background1" w:themeTint="80"/>
        <w:sz w:val="17"/>
        <w:szCs w:val="17"/>
      </w:rPr>
      <w:fldChar w:fldCharType="end"/>
    </w:r>
    <w:r w:rsidRPr="00EB6C8C">
      <w:rPr>
        <w:rFonts w:cstheme="minorHAnsi"/>
        <w:color w:val="8C8C8C" w:themeColor="background1" w:themeTint="80"/>
        <w:sz w:val="17"/>
        <w:szCs w:val="17"/>
      </w:rPr>
      <w:ptab w:relativeTo="margin" w:alignment="right" w:leader="none"/>
    </w:r>
    <w:r w:rsidRPr="00155C73">
      <w:rPr>
        <w:color w:val="8C8C8C" w:themeColor="background1" w:themeTint="80"/>
        <w:sz w:val="17"/>
        <w:szCs w:val="17"/>
      </w:rPr>
      <w:t xml:space="preserve"> </w:t>
    </w:r>
    <w:r w:rsidRPr="00155C73">
      <w:rPr>
        <w:b/>
        <w:bCs/>
        <w:color w:val="8C8C8C" w:themeColor="background1" w:themeTint="80"/>
        <w:sz w:val="17"/>
        <w:szCs w:val="17"/>
      </w:rPr>
      <w:t>ctsav.com.au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97BC" w14:textId="77777777" w:rsidR="00421D81" w:rsidRDefault="00421D81" w:rsidP="00F07C90">
      <w:r>
        <w:separator/>
      </w:r>
    </w:p>
  </w:footnote>
  <w:footnote w:type="continuationSeparator" w:id="0">
    <w:p w14:paraId="6D3312C2" w14:textId="77777777" w:rsidR="00421D81" w:rsidRDefault="00421D81" w:rsidP="00F07C90">
      <w:r>
        <w:continuationSeparator/>
      </w:r>
    </w:p>
  </w:footnote>
  <w:footnote w:type="continuationNotice" w:id="1">
    <w:p w14:paraId="17B24EA2" w14:textId="77777777" w:rsidR="00421D81" w:rsidRDefault="00421D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0099" w14:textId="77777777" w:rsidR="00257FCF" w:rsidRPr="00257FCF" w:rsidRDefault="00257FCF">
    <w:pPr>
      <w:pStyle w:val="Header"/>
      <w:rPr>
        <w:color w:val="8C8C8C" w:themeColor="background1" w:themeTint="80"/>
        <w:szCs w:val="20"/>
      </w:rPr>
    </w:pPr>
    <w:r w:rsidRPr="002543AA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58240" behindDoc="1" locked="0" layoutInCell="1" allowOverlap="1" wp14:anchorId="038B544F" wp14:editId="132E17EB">
          <wp:simplePos x="0" y="0"/>
          <wp:positionH relativeFrom="column">
            <wp:posOffset>5860415</wp:posOffset>
          </wp:positionH>
          <wp:positionV relativeFrom="paragraph">
            <wp:posOffset>37888</wp:posOffset>
          </wp:positionV>
          <wp:extent cx="571213" cy="405042"/>
          <wp:effectExtent l="0" t="0" r="635" b="1905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213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43AA">
      <w:rPr>
        <w:color w:val="8C8C8C" w:themeColor="background1" w:themeTint="80"/>
        <w:szCs w:val="20"/>
      </w:rPr>
      <w:t>CTS Seamless AV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BDAC" w14:textId="778F4064" w:rsidR="00A939AF" w:rsidRPr="00A939AF" w:rsidRDefault="00A939AF">
    <w:pPr>
      <w:pStyle w:val="Header"/>
      <w:rPr>
        <w:color w:val="8C8C8C" w:themeColor="background1" w:themeTint="80"/>
        <w:szCs w:val="20"/>
      </w:rPr>
    </w:pPr>
    <w:r w:rsidRPr="002543AA">
      <w:rPr>
        <w:noProof/>
        <w:color w:val="8C8C8C" w:themeColor="background1" w:themeTint="80"/>
        <w:szCs w:val="20"/>
      </w:rPr>
      <w:drawing>
        <wp:anchor distT="0" distB="0" distL="114300" distR="114300" simplePos="0" relativeHeight="251662338" behindDoc="1" locked="0" layoutInCell="1" allowOverlap="1" wp14:anchorId="605D52A1" wp14:editId="7737CA05">
          <wp:simplePos x="0" y="0"/>
          <wp:positionH relativeFrom="column">
            <wp:posOffset>5860415</wp:posOffset>
          </wp:positionH>
          <wp:positionV relativeFrom="paragraph">
            <wp:posOffset>37888</wp:posOffset>
          </wp:positionV>
          <wp:extent cx="571213" cy="405042"/>
          <wp:effectExtent l="0" t="0" r="635" b="1905"/>
          <wp:wrapNone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213" cy="4050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43AA">
      <w:rPr>
        <w:color w:val="8C8C8C" w:themeColor="background1" w:themeTint="80"/>
        <w:szCs w:val="20"/>
      </w:rPr>
      <w:t>CTS Seamless AV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4101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093412D"/>
    <w:multiLevelType w:val="hybridMultilevel"/>
    <w:tmpl w:val="3EE8D2D6"/>
    <w:lvl w:ilvl="0" w:tplc="A91E707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C4159DA"/>
    <w:multiLevelType w:val="multilevel"/>
    <w:tmpl w:val="7BDC18D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6D71FF" w:themeColor="accen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45538EA"/>
    <w:multiLevelType w:val="hybridMultilevel"/>
    <w:tmpl w:val="3EFA5A6A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DF57E30"/>
    <w:multiLevelType w:val="hybridMultilevel"/>
    <w:tmpl w:val="1DC68AC6"/>
    <w:lvl w:ilvl="0" w:tplc="6DCE055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olor w:val="1A1A1A" w:themeColor="background1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zsDSzNDU0MzQytjBW0lEKTi0uzszPAykwrAUABVD73ywAAAA="/>
  </w:docVars>
  <w:rsids>
    <w:rsidRoot w:val="00D83230"/>
    <w:rsid w:val="0000158D"/>
    <w:rsid w:val="000026CA"/>
    <w:rsid w:val="00005414"/>
    <w:rsid w:val="00014E21"/>
    <w:rsid w:val="00015808"/>
    <w:rsid w:val="00017513"/>
    <w:rsid w:val="000301A6"/>
    <w:rsid w:val="000337D9"/>
    <w:rsid w:val="00033D8F"/>
    <w:rsid w:val="00046FBE"/>
    <w:rsid w:val="000562E5"/>
    <w:rsid w:val="00057511"/>
    <w:rsid w:val="000658E0"/>
    <w:rsid w:val="0007145F"/>
    <w:rsid w:val="000831E2"/>
    <w:rsid w:val="00093D38"/>
    <w:rsid w:val="00096336"/>
    <w:rsid w:val="000B057D"/>
    <w:rsid w:val="000E5784"/>
    <w:rsid w:val="000F55A4"/>
    <w:rsid w:val="000F578E"/>
    <w:rsid w:val="000F5F49"/>
    <w:rsid w:val="000F6090"/>
    <w:rsid w:val="000F6C40"/>
    <w:rsid w:val="00105027"/>
    <w:rsid w:val="00122319"/>
    <w:rsid w:val="00125F25"/>
    <w:rsid w:val="0013683C"/>
    <w:rsid w:val="0013727D"/>
    <w:rsid w:val="00143247"/>
    <w:rsid w:val="00152EEF"/>
    <w:rsid w:val="00155C73"/>
    <w:rsid w:val="00177B14"/>
    <w:rsid w:val="00184B5C"/>
    <w:rsid w:val="00184FFA"/>
    <w:rsid w:val="00195BDF"/>
    <w:rsid w:val="00197E99"/>
    <w:rsid w:val="001A0EAD"/>
    <w:rsid w:val="001A69A3"/>
    <w:rsid w:val="001A7514"/>
    <w:rsid w:val="001B241E"/>
    <w:rsid w:val="001B37E3"/>
    <w:rsid w:val="001C1CF3"/>
    <w:rsid w:val="001C442F"/>
    <w:rsid w:val="001D11D2"/>
    <w:rsid w:val="001D38F6"/>
    <w:rsid w:val="001D5E93"/>
    <w:rsid w:val="001E0999"/>
    <w:rsid w:val="001E79C8"/>
    <w:rsid w:val="001F5619"/>
    <w:rsid w:val="001F6447"/>
    <w:rsid w:val="00200179"/>
    <w:rsid w:val="00216B82"/>
    <w:rsid w:val="00222E34"/>
    <w:rsid w:val="002246E7"/>
    <w:rsid w:val="00224813"/>
    <w:rsid w:val="00235B42"/>
    <w:rsid w:val="002441FF"/>
    <w:rsid w:val="002543AA"/>
    <w:rsid w:val="00256447"/>
    <w:rsid w:val="00257FCF"/>
    <w:rsid w:val="0026294F"/>
    <w:rsid w:val="0027643B"/>
    <w:rsid w:val="00283CC0"/>
    <w:rsid w:val="00286663"/>
    <w:rsid w:val="002A0EE6"/>
    <w:rsid w:val="002A16A5"/>
    <w:rsid w:val="002A196E"/>
    <w:rsid w:val="002B26C1"/>
    <w:rsid w:val="002D24CE"/>
    <w:rsid w:val="002D4265"/>
    <w:rsid w:val="002D533E"/>
    <w:rsid w:val="002D786F"/>
    <w:rsid w:val="002E782A"/>
    <w:rsid w:val="00300EAA"/>
    <w:rsid w:val="0030204D"/>
    <w:rsid w:val="00304734"/>
    <w:rsid w:val="0030749D"/>
    <w:rsid w:val="0031226C"/>
    <w:rsid w:val="00317827"/>
    <w:rsid w:val="003205DC"/>
    <w:rsid w:val="00324439"/>
    <w:rsid w:val="003408F6"/>
    <w:rsid w:val="00345E09"/>
    <w:rsid w:val="00353CF7"/>
    <w:rsid w:val="00355F28"/>
    <w:rsid w:val="00357ABF"/>
    <w:rsid w:val="0039079D"/>
    <w:rsid w:val="003A082B"/>
    <w:rsid w:val="003A4D6F"/>
    <w:rsid w:val="003B57AD"/>
    <w:rsid w:val="003B722B"/>
    <w:rsid w:val="003C2547"/>
    <w:rsid w:val="003E0F2D"/>
    <w:rsid w:val="003E477C"/>
    <w:rsid w:val="003F4BA4"/>
    <w:rsid w:val="003F6B2C"/>
    <w:rsid w:val="00402BAB"/>
    <w:rsid w:val="004053EB"/>
    <w:rsid w:val="004077F4"/>
    <w:rsid w:val="00421D81"/>
    <w:rsid w:val="0043024A"/>
    <w:rsid w:val="00430DB6"/>
    <w:rsid w:val="004404BA"/>
    <w:rsid w:val="00443F4E"/>
    <w:rsid w:val="004722DF"/>
    <w:rsid w:val="00475ED8"/>
    <w:rsid w:val="00486190"/>
    <w:rsid w:val="004919EF"/>
    <w:rsid w:val="004940E1"/>
    <w:rsid w:val="004A7992"/>
    <w:rsid w:val="004B43AE"/>
    <w:rsid w:val="004C0BED"/>
    <w:rsid w:val="004C6C92"/>
    <w:rsid w:val="004E6094"/>
    <w:rsid w:val="00502E41"/>
    <w:rsid w:val="0051118C"/>
    <w:rsid w:val="00511F44"/>
    <w:rsid w:val="00523CB8"/>
    <w:rsid w:val="00525326"/>
    <w:rsid w:val="00525545"/>
    <w:rsid w:val="00541412"/>
    <w:rsid w:val="0056127F"/>
    <w:rsid w:val="0056152E"/>
    <w:rsid w:val="00561D28"/>
    <w:rsid w:val="005733D5"/>
    <w:rsid w:val="00583E20"/>
    <w:rsid w:val="00584768"/>
    <w:rsid w:val="005A0EB6"/>
    <w:rsid w:val="005B698B"/>
    <w:rsid w:val="005C4D6F"/>
    <w:rsid w:val="005D4B4D"/>
    <w:rsid w:val="005D7711"/>
    <w:rsid w:val="005E725F"/>
    <w:rsid w:val="005F3AE8"/>
    <w:rsid w:val="005F5D07"/>
    <w:rsid w:val="00600FCD"/>
    <w:rsid w:val="0060206B"/>
    <w:rsid w:val="006144F1"/>
    <w:rsid w:val="00627C87"/>
    <w:rsid w:val="00654166"/>
    <w:rsid w:val="0068216E"/>
    <w:rsid w:val="00683CC8"/>
    <w:rsid w:val="00684E2A"/>
    <w:rsid w:val="00685C4A"/>
    <w:rsid w:val="0069463A"/>
    <w:rsid w:val="006A0649"/>
    <w:rsid w:val="006A0C78"/>
    <w:rsid w:val="006A0CE5"/>
    <w:rsid w:val="006A11A9"/>
    <w:rsid w:val="006B0914"/>
    <w:rsid w:val="006B1EF6"/>
    <w:rsid w:val="006C02BF"/>
    <w:rsid w:val="006C2D6D"/>
    <w:rsid w:val="006C3EB6"/>
    <w:rsid w:val="006D14B6"/>
    <w:rsid w:val="006D2120"/>
    <w:rsid w:val="006E6138"/>
    <w:rsid w:val="00707FBA"/>
    <w:rsid w:val="0072314D"/>
    <w:rsid w:val="007267FA"/>
    <w:rsid w:val="00731F56"/>
    <w:rsid w:val="00734F94"/>
    <w:rsid w:val="00751648"/>
    <w:rsid w:val="007520D2"/>
    <w:rsid w:val="0075248B"/>
    <w:rsid w:val="007620E7"/>
    <w:rsid w:val="007674BD"/>
    <w:rsid w:val="00772B30"/>
    <w:rsid w:val="00783150"/>
    <w:rsid w:val="00787CBC"/>
    <w:rsid w:val="00794811"/>
    <w:rsid w:val="0079655F"/>
    <w:rsid w:val="007A2CC2"/>
    <w:rsid w:val="007B0216"/>
    <w:rsid w:val="007B1385"/>
    <w:rsid w:val="007C1982"/>
    <w:rsid w:val="007C31FF"/>
    <w:rsid w:val="007D4D54"/>
    <w:rsid w:val="007D75EF"/>
    <w:rsid w:val="007E4372"/>
    <w:rsid w:val="007F304E"/>
    <w:rsid w:val="007F5241"/>
    <w:rsid w:val="007F6291"/>
    <w:rsid w:val="00800D14"/>
    <w:rsid w:val="00823360"/>
    <w:rsid w:val="00850EE6"/>
    <w:rsid w:val="00854969"/>
    <w:rsid w:val="00865C87"/>
    <w:rsid w:val="00874F6E"/>
    <w:rsid w:val="0088378B"/>
    <w:rsid w:val="00895651"/>
    <w:rsid w:val="008A1D4A"/>
    <w:rsid w:val="008A3774"/>
    <w:rsid w:val="008A4F5B"/>
    <w:rsid w:val="008C75B6"/>
    <w:rsid w:val="008D7FD5"/>
    <w:rsid w:val="008F0959"/>
    <w:rsid w:val="008F3CF1"/>
    <w:rsid w:val="00904707"/>
    <w:rsid w:val="00936473"/>
    <w:rsid w:val="00937BC2"/>
    <w:rsid w:val="00952071"/>
    <w:rsid w:val="0095208B"/>
    <w:rsid w:val="00952F8E"/>
    <w:rsid w:val="00953393"/>
    <w:rsid w:val="00963A5C"/>
    <w:rsid w:val="00974C42"/>
    <w:rsid w:val="00980660"/>
    <w:rsid w:val="00993B99"/>
    <w:rsid w:val="009966C7"/>
    <w:rsid w:val="009A3628"/>
    <w:rsid w:val="009A74E2"/>
    <w:rsid w:val="009A7517"/>
    <w:rsid w:val="009A7B54"/>
    <w:rsid w:val="009B0FB5"/>
    <w:rsid w:val="009B47CC"/>
    <w:rsid w:val="009B6E27"/>
    <w:rsid w:val="009D0453"/>
    <w:rsid w:val="009D1927"/>
    <w:rsid w:val="009E1BFD"/>
    <w:rsid w:val="009E56E0"/>
    <w:rsid w:val="009F67F3"/>
    <w:rsid w:val="009F70A1"/>
    <w:rsid w:val="00A008BE"/>
    <w:rsid w:val="00A111DF"/>
    <w:rsid w:val="00A44A8A"/>
    <w:rsid w:val="00A46EC1"/>
    <w:rsid w:val="00A51022"/>
    <w:rsid w:val="00A64681"/>
    <w:rsid w:val="00A74CC6"/>
    <w:rsid w:val="00A8656F"/>
    <w:rsid w:val="00A90134"/>
    <w:rsid w:val="00A939AF"/>
    <w:rsid w:val="00AB61F4"/>
    <w:rsid w:val="00AC2D1E"/>
    <w:rsid w:val="00AD07D8"/>
    <w:rsid w:val="00AD0936"/>
    <w:rsid w:val="00AD65DD"/>
    <w:rsid w:val="00AE4644"/>
    <w:rsid w:val="00B0282C"/>
    <w:rsid w:val="00B2089D"/>
    <w:rsid w:val="00B27008"/>
    <w:rsid w:val="00B31056"/>
    <w:rsid w:val="00B53899"/>
    <w:rsid w:val="00B556BB"/>
    <w:rsid w:val="00B611AA"/>
    <w:rsid w:val="00B63CD7"/>
    <w:rsid w:val="00B7147E"/>
    <w:rsid w:val="00B77D95"/>
    <w:rsid w:val="00B963D4"/>
    <w:rsid w:val="00BA2E60"/>
    <w:rsid w:val="00BC34CD"/>
    <w:rsid w:val="00BC4CB0"/>
    <w:rsid w:val="00BD0117"/>
    <w:rsid w:val="00BD148C"/>
    <w:rsid w:val="00BD18E7"/>
    <w:rsid w:val="00BD61B0"/>
    <w:rsid w:val="00BD6899"/>
    <w:rsid w:val="00BE3EE4"/>
    <w:rsid w:val="00BE6D39"/>
    <w:rsid w:val="00BF270F"/>
    <w:rsid w:val="00BF3C90"/>
    <w:rsid w:val="00BF3FAD"/>
    <w:rsid w:val="00BF4501"/>
    <w:rsid w:val="00BF5480"/>
    <w:rsid w:val="00C014EB"/>
    <w:rsid w:val="00C40E69"/>
    <w:rsid w:val="00C561D3"/>
    <w:rsid w:val="00C6314E"/>
    <w:rsid w:val="00C63C2F"/>
    <w:rsid w:val="00C63CA8"/>
    <w:rsid w:val="00C72CC5"/>
    <w:rsid w:val="00C769C4"/>
    <w:rsid w:val="00C76AF8"/>
    <w:rsid w:val="00C81893"/>
    <w:rsid w:val="00C87294"/>
    <w:rsid w:val="00C973DF"/>
    <w:rsid w:val="00CB0B5D"/>
    <w:rsid w:val="00CB0CB6"/>
    <w:rsid w:val="00CC4EDF"/>
    <w:rsid w:val="00CC6319"/>
    <w:rsid w:val="00CD0553"/>
    <w:rsid w:val="00CD1EA6"/>
    <w:rsid w:val="00CD36CA"/>
    <w:rsid w:val="00CD40CA"/>
    <w:rsid w:val="00CE4B05"/>
    <w:rsid w:val="00CF3B4E"/>
    <w:rsid w:val="00CF3E63"/>
    <w:rsid w:val="00CF4FBB"/>
    <w:rsid w:val="00D054D4"/>
    <w:rsid w:val="00D06300"/>
    <w:rsid w:val="00D203D8"/>
    <w:rsid w:val="00D20DEB"/>
    <w:rsid w:val="00D20F36"/>
    <w:rsid w:val="00D22EC7"/>
    <w:rsid w:val="00D242F0"/>
    <w:rsid w:val="00D25C0F"/>
    <w:rsid w:val="00D33786"/>
    <w:rsid w:val="00D4493A"/>
    <w:rsid w:val="00D5789B"/>
    <w:rsid w:val="00D57A27"/>
    <w:rsid w:val="00D6103B"/>
    <w:rsid w:val="00D74199"/>
    <w:rsid w:val="00D75504"/>
    <w:rsid w:val="00D83230"/>
    <w:rsid w:val="00D95DAF"/>
    <w:rsid w:val="00DA0367"/>
    <w:rsid w:val="00DB2B4E"/>
    <w:rsid w:val="00DD07E6"/>
    <w:rsid w:val="00DD534E"/>
    <w:rsid w:val="00DD583B"/>
    <w:rsid w:val="00DD670C"/>
    <w:rsid w:val="00DE54FC"/>
    <w:rsid w:val="00DE64A4"/>
    <w:rsid w:val="00DF307E"/>
    <w:rsid w:val="00E00FE9"/>
    <w:rsid w:val="00E02EE6"/>
    <w:rsid w:val="00E217EE"/>
    <w:rsid w:val="00E21A96"/>
    <w:rsid w:val="00E27F25"/>
    <w:rsid w:val="00E31AF4"/>
    <w:rsid w:val="00E32240"/>
    <w:rsid w:val="00E5740D"/>
    <w:rsid w:val="00E87B6C"/>
    <w:rsid w:val="00EB6C8C"/>
    <w:rsid w:val="00EC1003"/>
    <w:rsid w:val="00EC5777"/>
    <w:rsid w:val="00F01D67"/>
    <w:rsid w:val="00F07C90"/>
    <w:rsid w:val="00F316EA"/>
    <w:rsid w:val="00F357A7"/>
    <w:rsid w:val="00F373B8"/>
    <w:rsid w:val="00F37D20"/>
    <w:rsid w:val="00F469EE"/>
    <w:rsid w:val="00F547AD"/>
    <w:rsid w:val="00F65BF3"/>
    <w:rsid w:val="00F86260"/>
    <w:rsid w:val="00F928CF"/>
    <w:rsid w:val="00F97112"/>
    <w:rsid w:val="00F97861"/>
    <w:rsid w:val="00FA3F22"/>
    <w:rsid w:val="00FB0446"/>
    <w:rsid w:val="00FB79F4"/>
    <w:rsid w:val="00FD337E"/>
    <w:rsid w:val="00FF0761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0FF9B"/>
  <w15:chartTrackingRefBased/>
  <w15:docId w15:val="{425390AD-C7D8-4F7F-A5DB-8A2AC868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0026CA"/>
    <w:pPr>
      <w:spacing w:before="120" w:after="360" w:line="276" w:lineRule="auto"/>
      <w:jc w:val="both"/>
    </w:pPr>
    <w:rPr>
      <w:sz w:val="20"/>
    </w:rPr>
  </w:style>
  <w:style w:type="paragraph" w:styleId="Heading1">
    <w:name w:val="heading 1"/>
    <w:aliases w:val="1. Heading"/>
    <w:basedOn w:val="Normal"/>
    <w:next w:val="Normal"/>
    <w:link w:val="Heading1Char"/>
    <w:uiPriority w:val="9"/>
    <w:qFormat/>
    <w:rsid w:val="00683CC8"/>
    <w:pPr>
      <w:keepNext/>
      <w:keepLines/>
      <w:numPr>
        <w:numId w:val="3"/>
      </w:numPr>
      <w:spacing w:before="360" w:after="60"/>
      <w:jc w:val="left"/>
      <w:outlineLvl w:val="0"/>
    </w:pPr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paragraph" w:styleId="Heading2">
    <w:name w:val="heading 2"/>
    <w:aliases w:val="1.1 Heading"/>
    <w:basedOn w:val="Normal"/>
    <w:next w:val="Normal"/>
    <w:link w:val="Heading2Char"/>
    <w:uiPriority w:val="9"/>
    <w:unhideWhenUsed/>
    <w:qFormat/>
    <w:rsid w:val="00974C42"/>
    <w:pPr>
      <w:keepNext/>
      <w:keepLines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Heading3">
    <w:name w:val="heading 3"/>
    <w:aliases w:val="1.1.1 Heading"/>
    <w:basedOn w:val="Normal"/>
    <w:next w:val="Normal"/>
    <w:link w:val="Heading3Char"/>
    <w:uiPriority w:val="9"/>
    <w:unhideWhenUsed/>
    <w:qFormat/>
    <w:rsid w:val="00683CC8"/>
    <w:pPr>
      <w:keepNext/>
      <w:keepLines/>
      <w:numPr>
        <w:ilvl w:val="2"/>
        <w:numId w:val="3"/>
      </w:numPr>
      <w:spacing w:before="360" w:after="60"/>
      <w:outlineLvl w:val="2"/>
    </w:pPr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paragraph" w:styleId="Heading4">
    <w:name w:val="heading 4"/>
    <w:aliases w:val="1.1.1.1 Heading"/>
    <w:basedOn w:val="Normal"/>
    <w:next w:val="Normal"/>
    <w:link w:val="Heading4Char"/>
    <w:uiPriority w:val="9"/>
    <w:unhideWhenUsed/>
    <w:qFormat/>
    <w:rsid w:val="00200179"/>
    <w:pPr>
      <w:keepNext/>
      <w:keepLines/>
      <w:numPr>
        <w:ilvl w:val="3"/>
        <w:numId w:val="3"/>
      </w:numPr>
      <w:spacing w:before="40" w:after="0"/>
      <w:outlineLvl w:val="3"/>
    </w:pPr>
    <w:rPr>
      <w:rFonts w:ascii="DIN 2014 Light" w:eastAsiaTheme="majorEastAsia" w:hAnsi="DIN 2014 Light" w:cstheme="majorBidi"/>
      <w:i/>
      <w:iCs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1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1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1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17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17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90"/>
  </w:style>
  <w:style w:type="paragraph" w:styleId="Footer">
    <w:name w:val="footer"/>
    <w:basedOn w:val="Normal"/>
    <w:link w:val="FooterChar"/>
    <w:uiPriority w:val="99"/>
    <w:unhideWhenUsed/>
    <w:rsid w:val="00F07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90"/>
  </w:style>
  <w:style w:type="paragraph" w:styleId="Title">
    <w:name w:val="Title"/>
    <w:basedOn w:val="TitleColour"/>
    <w:next w:val="Normal"/>
    <w:link w:val="TitleChar"/>
    <w:uiPriority w:val="10"/>
    <w:qFormat/>
    <w:rsid w:val="004940E1"/>
    <w:pPr>
      <w:spacing w:after="480"/>
      <w:contextualSpacing/>
    </w:pPr>
    <w:rPr>
      <w:color w:val="auto"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0E1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AU"/>
    </w:rPr>
  </w:style>
  <w:style w:type="paragraph" w:customStyle="1" w:styleId="Default">
    <w:name w:val="Default"/>
    <w:uiPriority w:val="1"/>
    <w:rsid w:val="0022481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0">
    <w:name w:val="A0"/>
    <w:uiPriority w:val="99"/>
    <w:rsid w:val="00823360"/>
    <w:rPr>
      <w:color w:val="6D71FF" w:themeColor="accent2"/>
    </w:rPr>
  </w:style>
  <w:style w:type="character" w:customStyle="1" w:styleId="Heading1Char">
    <w:name w:val="Heading 1 Char"/>
    <w:aliases w:val="1. Heading Char"/>
    <w:basedOn w:val="DefaultParagraphFont"/>
    <w:link w:val="Heading1"/>
    <w:uiPriority w:val="9"/>
    <w:rsid w:val="00683CC8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paragraph" w:customStyle="1" w:styleId="Pa0">
    <w:name w:val="Pa0"/>
    <w:basedOn w:val="Default"/>
    <w:next w:val="Default"/>
    <w:uiPriority w:val="99"/>
    <w:rsid w:val="00224813"/>
    <w:pPr>
      <w:spacing w:line="1201" w:lineRule="atLeast"/>
    </w:pPr>
    <w:rPr>
      <w:color w:val="auto"/>
    </w:rPr>
  </w:style>
  <w:style w:type="character" w:customStyle="1" w:styleId="A2">
    <w:name w:val="A2"/>
    <w:uiPriority w:val="99"/>
    <w:rsid w:val="00224813"/>
    <w:rPr>
      <w:color w:val="1A1A1A"/>
      <w:sz w:val="20"/>
      <w:szCs w:val="20"/>
    </w:rPr>
  </w:style>
  <w:style w:type="character" w:customStyle="1" w:styleId="Heading2Char">
    <w:name w:val="Heading 2 Char"/>
    <w:aliases w:val="1.1 Heading Char"/>
    <w:basedOn w:val="DefaultParagraphFont"/>
    <w:link w:val="Heading2"/>
    <w:uiPriority w:val="9"/>
    <w:rsid w:val="00974C4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styleId="ListBullet">
    <w:name w:val="List Bullet"/>
    <w:basedOn w:val="Normal"/>
    <w:link w:val="ListBulletChar"/>
    <w:uiPriority w:val="99"/>
    <w:unhideWhenUsed/>
    <w:rsid w:val="00734F94"/>
    <w:pPr>
      <w:numPr>
        <w:numId w:val="1"/>
      </w:numPr>
      <w:ind w:left="357" w:hanging="357"/>
    </w:pPr>
  </w:style>
  <w:style w:type="table" w:styleId="TableGrid">
    <w:name w:val="Table Grid"/>
    <w:basedOn w:val="TableNormal"/>
    <w:uiPriority w:val="39"/>
    <w:rsid w:val="009E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Default"/>
    <w:next w:val="Default"/>
    <w:uiPriority w:val="99"/>
    <w:rsid w:val="009E56E0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9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9EF"/>
    <w:rPr>
      <w:rFonts w:ascii="Times New Roman" w:hAnsi="Times New Roman" w:cs="Times New Roman"/>
      <w:sz w:val="18"/>
      <w:szCs w:val="18"/>
    </w:rPr>
  </w:style>
  <w:style w:type="paragraph" w:customStyle="1" w:styleId="TitleColour">
    <w:name w:val="Title (Colour)"/>
    <w:basedOn w:val="Heading1"/>
    <w:link w:val="TitleColourChar"/>
    <w:qFormat/>
    <w:rsid w:val="00511F44"/>
    <w:pPr>
      <w:numPr>
        <w:numId w:val="0"/>
      </w:numPr>
      <w:spacing w:before="120"/>
      <w:jc w:val="both"/>
    </w:pPr>
    <w:rPr>
      <w:b/>
      <w:smallCaps w:val="0"/>
    </w:rPr>
  </w:style>
  <w:style w:type="paragraph" w:customStyle="1" w:styleId="BulletPoint">
    <w:name w:val="Bullet Point"/>
    <w:basedOn w:val="ListBullet"/>
    <w:link w:val="BulletPointChar"/>
    <w:qFormat/>
    <w:rsid w:val="008D7FD5"/>
    <w:pPr>
      <w:numPr>
        <w:numId w:val="2"/>
      </w:numPr>
      <w:spacing w:before="0" w:after="120" w:line="240" w:lineRule="auto"/>
      <w:ind w:left="714" w:hanging="357"/>
    </w:pPr>
    <w:rPr>
      <w:lang w:val="pt-BR"/>
    </w:rPr>
  </w:style>
  <w:style w:type="character" w:customStyle="1" w:styleId="TitleColourChar">
    <w:name w:val="Title (Colour) Char"/>
    <w:basedOn w:val="TitleChar"/>
    <w:link w:val="TitleColour"/>
    <w:rsid w:val="00511F44"/>
    <w:rPr>
      <w:rFonts w:asciiTheme="majorHAnsi" w:eastAsiaTheme="majorEastAsia" w:hAnsiTheme="majorHAnsi" w:cstheme="majorBidi"/>
      <w:b/>
      <w:color w:val="6D71FF" w:themeColor="accent2"/>
      <w:spacing w:val="-10"/>
      <w:kern w:val="28"/>
      <w:sz w:val="36"/>
      <w:szCs w:val="32"/>
      <w:lang w:eastAsia="en-AU"/>
    </w:rPr>
  </w:style>
  <w:style w:type="paragraph" w:customStyle="1" w:styleId="MainPoint">
    <w:name w:val="Main Point"/>
    <w:basedOn w:val="Normal"/>
    <w:link w:val="MainPointChar"/>
    <w:qFormat/>
    <w:rsid w:val="00430DB6"/>
    <w:pPr>
      <w:spacing w:before="360"/>
    </w:pPr>
    <w:rPr>
      <w:b/>
      <w:color w:val="6D71FF" w:themeColor="accent2"/>
      <w:lang w:val="pt-BR"/>
    </w:rPr>
  </w:style>
  <w:style w:type="character" w:customStyle="1" w:styleId="ListBulletChar">
    <w:name w:val="List Bullet Char"/>
    <w:basedOn w:val="DefaultParagraphFont"/>
    <w:link w:val="ListBullet"/>
    <w:uiPriority w:val="99"/>
    <w:rsid w:val="0026294F"/>
    <w:rPr>
      <w:sz w:val="20"/>
    </w:rPr>
  </w:style>
  <w:style w:type="character" w:customStyle="1" w:styleId="BulletPointChar">
    <w:name w:val="Bullet Point Char"/>
    <w:basedOn w:val="ListBulletChar"/>
    <w:link w:val="BulletPoint"/>
    <w:rsid w:val="00057511"/>
    <w:rPr>
      <w:sz w:val="20"/>
      <w:lang w:val="pt-BR"/>
    </w:rPr>
  </w:style>
  <w:style w:type="character" w:styleId="PlaceholderText">
    <w:name w:val="Placeholder Text"/>
    <w:basedOn w:val="DefaultParagraphFont"/>
    <w:uiPriority w:val="99"/>
    <w:semiHidden/>
    <w:rsid w:val="0026294F"/>
    <w:rPr>
      <w:color w:val="808080"/>
    </w:rPr>
  </w:style>
  <w:style w:type="character" w:customStyle="1" w:styleId="MainPointChar">
    <w:name w:val="Main Point Char"/>
    <w:basedOn w:val="DefaultParagraphFont"/>
    <w:link w:val="MainPoint"/>
    <w:rsid w:val="00430DB6"/>
    <w:rPr>
      <w:b/>
      <w:color w:val="6D71FF" w:themeColor="accent2"/>
      <w:sz w:val="20"/>
      <w:lang w:val="pt-BR"/>
    </w:rPr>
  </w:style>
  <w:style w:type="paragraph" w:customStyle="1" w:styleId="Figures">
    <w:name w:val="Figures"/>
    <w:basedOn w:val="Normal"/>
    <w:link w:val="FiguresChar"/>
    <w:uiPriority w:val="1"/>
    <w:qFormat/>
    <w:rsid w:val="007267FA"/>
    <w:rPr>
      <w:i/>
      <w:sz w:val="16"/>
      <w:lang w:val="it-IT"/>
    </w:rPr>
  </w:style>
  <w:style w:type="paragraph" w:customStyle="1" w:styleId="Heading1Colour">
    <w:name w:val="Heading 1 Colour"/>
    <w:basedOn w:val="Heading1"/>
    <w:link w:val="Heading1ColourChar"/>
    <w:uiPriority w:val="1"/>
    <w:rsid w:val="007267FA"/>
  </w:style>
  <w:style w:type="character" w:customStyle="1" w:styleId="FiguresChar">
    <w:name w:val="Figures Char"/>
    <w:basedOn w:val="DefaultParagraphFont"/>
    <w:link w:val="Figures"/>
    <w:uiPriority w:val="1"/>
    <w:rsid w:val="00057511"/>
    <w:rPr>
      <w:i/>
      <w:sz w:val="16"/>
      <w:lang w:val="it-IT"/>
    </w:rPr>
  </w:style>
  <w:style w:type="paragraph" w:customStyle="1" w:styleId="Heading2Colour">
    <w:name w:val="Heading 2 Colour"/>
    <w:basedOn w:val="Heading2"/>
    <w:link w:val="Heading2ColourChar"/>
    <w:uiPriority w:val="1"/>
    <w:rsid w:val="007267FA"/>
    <w:rPr>
      <w:color w:val="6D71FF" w:themeColor="accent2"/>
      <w:lang w:val="pt-BR"/>
    </w:rPr>
  </w:style>
  <w:style w:type="character" w:customStyle="1" w:styleId="Heading1ColourChar">
    <w:name w:val="Heading 1 Colour Char"/>
    <w:basedOn w:val="Heading1Char"/>
    <w:link w:val="Heading1Colour"/>
    <w:uiPriority w:val="1"/>
    <w:rsid w:val="00195BDF"/>
    <w:rPr>
      <w:rFonts w:asciiTheme="majorHAnsi" w:eastAsiaTheme="majorEastAsia" w:hAnsiTheme="majorHAnsi" w:cstheme="majorBidi"/>
      <w:smallCaps/>
      <w:color w:val="6D71FF" w:themeColor="accent2"/>
      <w:sz w:val="36"/>
      <w:szCs w:val="32"/>
      <w:lang w:eastAsia="en-AU"/>
    </w:rPr>
  </w:style>
  <w:style w:type="character" w:customStyle="1" w:styleId="Heading2ColourChar">
    <w:name w:val="Heading 2 Colour Char"/>
    <w:basedOn w:val="Heading2Char"/>
    <w:link w:val="Heading2Colour"/>
    <w:uiPriority w:val="1"/>
    <w:rsid w:val="00057511"/>
    <w:rPr>
      <w:rFonts w:asciiTheme="majorHAnsi" w:eastAsiaTheme="majorEastAsia" w:hAnsiTheme="majorHAnsi" w:cstheme="majorBidi"/>
      <w:color w:val="6D71FF" w:themeColor="accent2"/>
      <w:sz w:val="28"/>
      <w:szCs w:val="26"/>
      <w:lang w:val="pt-BR" w:eastAsia="en-AU"/>
    </w:rPr>
  </w:style>
  <w:style w:type="table" w:customStyle="1" w:styleId="Style2-DarkColourBorderless">
    <w:name w:val="Style 2 - Dark Colour Borderless"/>
    <w:basedOn w:val="TableNormal"/>
    <w:uiPriority w:val="99"/>
    <w:rsid w:val="00317827"/>
    <w:pPr>
      <w:spacing w:before="480" w:after="480" w:line="276" w:lineRule="auto"/>
    </w:pPr>
    <w:tblPr>
      <w:tblStyleColBandSize w:val="1"/>
      <w:jc w:val="center"/>
    </w:tblPr>
    <w:trPr>
      <w:jc w:val="center"/>
    </w:tr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LightColourHeader">
    <w:name w:val="Style 3 - Light Colour Header"/>
    <w:basedOn w:val="Style2-DarkColourBorderless"/>
    <w:uiPriority w:val="99"/>
    <w:rsid w:val="0030749D"/>
    <w:tblPr/>
    <w:tblStylePr w:type="firstRow">
      <w:rPr>
        <w:b/>
        <w:color w:val="FFFFFF" w:themeColor="background2"/>
      </w:rPr>
      <w:tblPr/>
      <w:tcPr>
        <w:tcBorders>
          <w:top w:val="single" w:sz="4" w:space="0" w:color="C4C5FF" w:themeColor="accent2" w:themeTint="66"/>
          <w:left w:val="single" w:sz="4" w:space="0" w:color="C4C5FF" w:themeColor="accent2" w:themeTint="66"/>
          <w:bottom w:val="single" w:sz="4" w:space="0" w:color="C4C5FF" w:themeColor="accent2" w:themeTint="66"/>
          <w:right w:val="single" w:sz="4" w:space="0" w:color="C4C5FF" w:themeColor="accent2" w:themeTint="66"/>
          <w:insideH w:val="single" w:sz="4" w:space="0" w:color="C4C5FF" w:themeColor="accent2" w:themeTint="66"/>
          <w:insideV w:val="single" w:sz="4" w:space="0" w:color="C4C5FF" w:themeColor="accent2" w:themeTint="66"/>
          <w:tl2br w:val="nil"/>
          <w:tr2bl w:val="nil"/>
        </w:tcBorders>
        <w:shd w:val="clear" w:color="auto" w:fill="C4C5FF" w:themeFill="accent2" w:themeFillTint="66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2-LightColourBorderless">
    <w:name w:val="Style 2 - Light Colour Borderless"/>
    <w:basedOn w:val="Style2-DarkColourBorderless"/>
    <w:uiPriority w:val="99"/>
    <w:rsid w:val="00317827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ColourHeader">
    <w:name w:val="Style 3 - Dark Colour Header"/>
    <w:basedOn w:val="Style3-LightColourHeader"/>
    <w:uiPriority w:val="99"/>
    <w:rsid w:val="0030749D"/>
    <w:tblPr/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styleId="NoSpacing">
    <w:name w:val="No Spacing"/>
    <w:aliases w:val="Table Text"/>
    <w:link w:val="NoSpacingChar"/>
    <w:uiPriority w:val="1"/>
    <w:qFormat/>
    <w:rsid w:val="00184B5C"/>
    <w:pPr>
      <w:spacing w:before="60" w:after="60" w:line="276" w:lineRule="auto"/>
      <w:jc w:val="both"/>
    </w:pPr>
    <w:rPr>
      <w:sz w:val="20"/>
    </w:rPr>
  </w:style>
  <w:style w:type="character" w:customStyle="1" w:styleId="Heading3Char">
    <w:name w:val="Heading 3 Char"/>
    <w:aliases w:val="1.1.1 Heading Char"/>
    <w:basedOn w:val="DefaultParagraphFont"/>
    <w:link w:val="Heading3"/>
    <w:uiPriority w:val="9"/>
    <w:rsid w:val="00683CC8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character" w:customStyle="1" w:styleId="Heading4Char">
    <w:name w:val="Heading 4 Char"/>
    <w:aliases w:val="1.1.1.1 Heading Char"/>
    <w:basedOn w:val="DefaultParagraphFont"/>
    <w:link w:val="Heading4"/>
    <w:uiPriority w:val="9"/>
    <w:rsid w:val="00200179"/>
    <w:rPr>
      <w:rFonts w:ascii="DIN 2014 Light" w:eastAsiaTheme="majorEastAsia" w:hAnsi="DIN 2014 Light" w:cstheme="majorBidi"/>
      <w:i/>
      <w:iCs/>
      <w:sz w:val="22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179"/>
    <w:rPr>
      <w:rFonts w:asciiTheme="majorHAnsi" w:eastAsiaTheme="majorEastAsia" w:hAnsiTheme="majorHAnsi" w:cstheme="majorBidi"/>
      <w:color w:val="003D41" w:themeColor="accent1" w:themeShade="BF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179"/>
    <w:rPr>
      <w:rFonts w:asciiTheme="majorHAnsi" w:eastAsiaTheme="majorEastAsia" w:hAnsiTheme="majorHAnsi" w:cstheme="majorBidi"/>
      <w:color w:val="00292B" w:themeColor="accent1" w:themeShade="7F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179"/>
    <w:rPr>
      <w:rFonts w:asciiTheme="majorHAnsi" w:eastAsiaTheme="majorEastAsia" w:hAnsiTheme="majorHAnsi" w:cstheme="majorBidi"/>
      <w:i/>
      <w:iCs/>
      <w:color w:val="00292B" w:themeColor="accent1" w:themeShade="7F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179"/>
    <w:rPr>
      <w:rFonts w:asciiTheme="majorHAnsi" w:eastAsiaTheme="majorEastAsia" w:hAnsiTheme="majorHAnsi" w:cstheme="majorBidi"/>
      <w:color w:val="E4E4E4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179"/>
    <w:rPr>
      <w:rFonts w:asciiTheme="majorHAnsi" w:eastAsiaTheme="majorEastAsia" w:hAnsiTheme="majorHAnsi" w:cstheme="majorBidi"/>
      <w:i/>
      <w:iCs/>
      <w:color w:val="E4E4E4" w:themeColor="text1" w:themeTint="D8"/>
      <w:sz w:val="21"/>
      <w:szCs w:val="21"/>
      <w:lang w:eastAsia="en-AU"/>
    </w:rPr>
  </w:style>
  <w:style w:type="paragraph" w:styleId="BodyText">
    <w:name w:val="Body Text"/>
    <w:basedOn w:val="Normal"/>
    <w:link w:val="BodyTextChar"/>
    <w:qFormat/>
    <w:rsid w:val="00CD36CA"/>
    <w:pPr>
      <w:spacing w:before="0" w:after="120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CD36CA"/>
    <w:rPr>
      <w:sz w:val="20"/>
      <w:szCs w:val="22"/>
    </w:rPr>
  </w:style>
  <w:style w:type="paragraph" w:styleId="ListParagraph">
    <w:name w:val="List Paragraph"/>
    <w:basedOn w:val="BodyText"/>
    <w:uiPriority w:val="34"/>
    <w:qFormat/>
    <w:rsid w:val="00CD36CA"/>
    <w:pPr>
      <w:ind w:left="720"/>
    </w:pPr>
  </w:style>
  <w:style w:type="paragraph" w:customStyle="1" w:styleId="Subheading1">
    <w:name w:val="Subheading 1"/>
    <w:basedOn w:val="Heading1"/>
    <w:link w:val="Subheading1Char"/>
    <w:rsid w:val="003B57AD"/>
    <w:pPr>
      <w:numPr>
        <w:numId w:val="0"/>
      </w:numPr>
      <w:spacing w:after="120"/>
    </w:pPr>
    <w:rPr>
      <w:rFonts w:cstheme="majorHAnsi"/>
      <w:b/>
      <w:smallCaps w:val="0"/>
      <w:color w:val="1A1A1A" w:themeColor="background1"/>
      <w:sz w:val="24"/>
      <w:szCs w:val="36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character" w:customStyle="1" w:styleId="Subheading1Char">
    <w:name w:val="Subheading 1 Char"/>
    <w:basedOn w:val="Heading1Char"/>
    <w:link w:val="Subheading1"/>
    <w:rsid w:val="003B57AD"/>
    <w:rPr>
      <w:rFonts w:asciiTheme="majorHAnsi" w:eastAsiaTheme="majorEastAsia" w:hAnsiTheme="majorHAnsi" w:cstheme="majorHAnsi"/>
      <w:b/>
      <w:smallCaps w:val="0"/>
      <w:color w:val="1A1A1A" w:themeColor="background1"/>
      <w:sz w:val="36"/>
      <w:szCs w:val="36"/>
      <w:lang w:eastAsia="en-AU"/>
      <w14:textFill>
        <w14:solidFill>
          <w14:schemeClr w14:val="bg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customStyle="1" w:styleId="NoSpace">
    <w:name w:val="No Space"/>
    <w:basedOn w:val="NoSpacing"/>
    <w:link w:val="NoSpaceChar"/>
    <w:uiPriority w:val="1"/>
    <w:rsid w:val="00CE4B05"/>
  </w:style>
  <w:style w:type="table" w:customStyle="1" w:styleId="Style1-DarkColourBordered">
    <w:name w:val="Style 1 - Dark Colour Bordered"/>
    <w:basedOn w:val="Style2-DarkColourBorderless"/>
    <w:uiPriority w:val="99"/>
    <w:rsid w:val="00317827"/>
    <w:tblPr/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1FF" w:themeFill="accent2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oSpacingChar">
    <w:name w:val="No Spacing Char"/>
    <w:aliases w:val="Table Text Char"/>
    <w:basedOn w:val="DefaultParagraphFont"/>
    <w:link w:val="NoSpacing"/>
    <w:uiPriority w:val="1"/>
    <w:rsid w:val="00CE4B05"/>
    <w:rPr>
      <w:sz w:val="20"/>
    </w:rPr>
  </w:style>
  <w:style w:type="character" w:customStyle="1" w:styleId="NoSpaceChar">
    <w:name w:val="No Space Char"/>
    <w:basedOn w:val="NoSpacingChar"/>
    <w:link w:val="NoSpace"/>
    <w:uiPriority w:val="1"/>
    <w:rsid w:val="00057511"/>
    <w:rPr>
      <w:sz w:val="20"/>
    </w:rPr>
  </w:style>
  <w:style w:type="table" w:customStyle="1" w:styleId="Style1-LightColourBordered">
    <w:name w:val="Style 1 - Light Colour Bordered"/>
    <w:basedOn w:val="Style2-LightColourBorderless"/>
    <w:uiPriority w:val="99"/>
    <w:rsid w:val="00317827"/>
    <w:tblPr/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Body">
    <w:name w:val="Body"/>
    <w:basedOn w:val="Normal"/>
    <w:link w:val="BodyChar"/>
    <w:uiPriority w:val="1"/>
    <w:rsid w:val="006A11A9"/>
    <w:pPr>
      <w:spacing w:after="0"/>
      <w:jc w:val="left"/>
    </w:pPr>
  </w:style>
  <w:style w:type="character" w:customStyle="1" w:styleId="BodyChar">
    <w:name w:val="Body Char"/>
    <w:basedOn w:val="DefaultParagraphFont"/>
    <w:link w:val="Body"/>
    <w:uiPriority w:val="1"/>
    <w:rsid w:val="00057511"/>
    <w:rPr>
      <w:sz w:val="20"/>
    </w:rPr>
  </w:style>
  <w:style w:type="paragraph" w:customStyle="1" w:styleId="BodyTextBold">
    <w:name w:val="Body Text Bold"/>
    <w:basedOn w:val="BodyText"/>
    <w:link w:val="BodyTextBoldChar"/>
    <w:uiPriority w:val="1"/>
    <w:rsid w:val="0068216E"/>
    <w:rPr>
      <w:b/>
    </w:rPr>
  </w:style>
  <w:style w:type="paragraph" w:customStyle="1" w:styleId="Heading1-NoNumber">
    <w:name w:val="Heading 1 - No Number"/>
    <w:basedOn w:val="Heading1"/>
    <w:link w:val="Heading1-NoNumberChar"/>
    <w:qFormat/>
    <w:rsid w:val="00BD148C"/>
    <w:pPr>
      <w:numPr>
        <w:numId w:val="0"/>
      </w:numPr>
    </w:pPr>
    <w:rPr>
      <w:smallCaps w:val="0"/>
    </w:rPr>
  </w:style>
  <w:style w:type="character" w:customStyle="1" w:styleId="BodyTextBoldChar">
    <w:name w:val="Body Text Bold Char"/>
    <w:basedOn w:val="BodyTextChar"/>
    <w:link w:val="BodyTextBold"/>
    <w:uiPriority w:val="1"/>
    <w:rsid w:val="00057511"/>
    <w:rPr>
      <w:b/>
      <w:sz w:val="20"/>
      <w:szCs w:val="22"/>
    </w:rPr>
  </w:style>
  <w:style w:type="paragraph" w:customStyle="1" w:styleId="Heading2-NoNumbering">
    <w:name w:val="Heading 2 - No Numbering"/>
    <w:basedOn w:val="Heading2"/>
    <w:link w:val="Heading2-NoNumberingChar"/>
    <w:qFormat/>
    <w:rsid w:val="00974C42"/>
    <w:pPr>
      <w:numPr>
        <w:ilvl w:val="0"/>
        <w:numId w:val="0"/>
      </w:numPr>
    </w:pPr>
  </w:style>
  <w:style w:type="character" w:customStyle="1" w:styleId="Heading1-NoNumberChar">
    <w:name w:val="Heading 1 - No Number Char"/>
    <w:basedOn w:val="Heading1Char"/>
    <w:link w:val="Heading1-NoNumber"/>
    <w:rsid w:val="00BD148C"/>
    <w:rPr>
      <w:rFonts w:asciiTheme="majorHAnsi" w:eastAsiaTheme="majorEastAsia" w:hAnsiTheme="majorHAnsi" w:cstheme="majorBidi"/>
      <w:smallCaps w:val="0"/>
      <w:color w:val="6D71FF" w:themeColor="accent2"/>
      <w:sz w:val="36"/>
      <w:szCs w:val="32"/>
      <w:lang w:eastAsia="en-AU"/>
    </w:rPr>
  </w:style>
  <w:style w:type="table" w:customStyle="1" w:styleId="Style4-Colour">
    <w:name w:val="Style 4 - Colour"/>
    <w:basedOn w:val="TableNormal"/>
    <w:uiPriority w:val="99"/>
    <w:rsid w:val="0030749D"/>
    <w:pPr>
      <w:spacing w:before="480" w:after="480" w:line="276" w:lineRule="auto"/>
    </w:pPr>
    <w:tblPr>
      <w:tblStyleRowBandSize w:val="1"/>
      <w:jc w:val="center"/>
    </w:tblPr>
    <w:trPr>
      <w:jc w:val="center"/>
    </w:trPr>
    <w:tcPr>
      <w:shd w:val="clear" w:color="auto" w:fill="6D71FF" w:themeFill="accent2"/>
    </w:tcPr>
    <w:tblStylePr w:type="firstRow">
      <w:rPr>
        <w:color w:val="FFFFFF" w:themeColor="background2"/>
      </w:rPr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6D71FF" w:themeFill="accent2"/>
      </w:tcPr>
    </w:tblStylePr>
    <w:tblStylePr w:type="band1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  <w:tl2br w:val="nil"/>
          <w:tr2bl w:val="nil"/>
        </w:tcBorders>
        <w:shd w:val="clear" w:color="auto" w:fill="C4C5FF" w:themeFill="accent2" w:themeFillTint="66"/>
      </w:tcPr>
    </w:tblStylePr>
    <w:tblStylePr w:type="band2Horz">
      <w:tblPr/>
      <w:tcPr>
        <w:tcBorders>
          <w:top w:val="single" w:sz="4" w:space="0" w:color="6D71FF" w:themeColor="accent2"/>
          <w:left w:val="single" w:sz="4" w:space="0" w:color="6D71FF" w:themeColor="accent2"/>
          <w:bottom w:val="single" w:sz="4" w:space="0" w:color="6D71FF" w:themeColor="accent2"/>
          <w:right w:val="single" w:sz="4" w:space="0" w:color="6D71FF" w:themeColor="accent2"/>
          <w:insideH w:val="single" w:sz="4" w:space="0" w:color="6D71FF" w:themeColor="accent2"/>
          <w:insideV w:val="single" w:sz="4" w:space="0" w:color="6D71FF" w:themeColor="accent2"/>
        </w:tcBorders>
        <w:shd w:val="clear" w:color="auto" w:fill="FFFFFF" w:themeFill="background2"/>
      </w:tcPr>
    </w:tblStylePr>
  </w:style>
  <w:style w:type="character" w:customStyle="1" w:styleId="Heading2-NoNumberingChar">
    <w:name w:val="Heading 2 - No Numbering Char"/>
    <w:basedOn w:val="Heading2Char"/>
    <w:link w:val="Heading2-NoNumbering"/>
    <w:rsid w:val="00974C42"/>
    <w:rPr>
      <w:rFonts w:asciiTheme="majorHAnsi" w:eastAsiaTheme="majorEastAsia" w:hAnsiTheme="majorHAnsi" w:cstheme="majorBidi"/>
      <w:sz w:val="28"/>
      <w:szCs w:val="26"/>
      <w:lang w:eastAsia="en-AU"/>
    </w:rPr>
  </w:style>
  <w:style w:type="paragraph" w:customStyle="1" w:styleId="TableText-Bold">
    <w:name w:val="Table Text - Bold"/>
    <w:basedOn w:val="NoSpacing"/>
    <w:link w:val="TableText-BoldChar"/>
    <w:rsid w:val="004722DF"/>
    <w:rPr>
      <w:b/>
      <w:color w:val="FFFFFF" w:themeColor="background2"/>
    </w:rPr>
  </w:style>
  <w:style w:type="paragraph" w:customStyle="1" w:styleId="Style2">
    <w:name w:val="Style2"/>
    <w:basedOn w:val="BodyText"/>
    <w:link w:val="Style2Char"/>
    <w:rsid w:val="009D1927"/>
    <w:rPr>
      <w:i/>
      <w:caps/>
      <w:color w:val="6D71FF" w:themeColor="accent2"/>
    </w:rPr>
  </w:style>
  <w:style w:type="character" w:customStyle="1" w:styleId="TableText-BoldChar">
    <w:name w:val="Table Text - Bold Char"/>
    <w:basedOn w:val="NoSpacingChar"/>
    <w:link w:val="TableText-Bold"/>
    <w:rsid w:val="004722DF"/>
    <w:rPr>
      <w:b/>
      <w:color w:val="FFFFFF" w:themeColor="background2"/>
      <w:sz w:val="20"/>
    </w:rPr>
  </w:style>
  <w:style w:type="character" w:customStyle="1" w:styleId="Style2Char">
    <w:name w:val="Style2 Char"/>
    <w:basedOn w:val="BodyTextChar"/>
    <w:link w:val="Style2"/>
    <w:rsid w:val="009D1927"/>
    <w:rPr>
      <w:i/>
      <w:caps/>
      <w:color w:val="6D71FF" w:themeColor="accent2"/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0E5784"/>
    <w:pPr>
      <w:numPr>
        <w:numId w:val="0"/>
      </w:numPr>
      <w:spacing w:after="0" w:line="259" w:lineRule="auto"/>
      <w:outlineLvl w:val="9"/>
    </w:pPr>
    <w:rPr>
      <w:smallCaps w:val="0"/>
      <w:color w:val="535353" w:themeColor="background1" w:themeTint="BF"/>
      <w:sz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E79C8"/>
    <w:pPr>
      <w:tabs>
        <w:tab w:val="right" w:leader="dot" w:pos="10194"/>
      </w:tabs>
      <w:spacing w:after="0" w:line="240" w:lineRule="auto"/>
      <w:ind w:left="220"/>
      <w:jc w:val="left"/>
    </w:pPr>
    <w:rPr>
      <w:rFonts w:eastAsiaTheme="minorEastAsia" w:cs="Times New Roman"/>
      <w:i/>
      <w:iCs/>
      <w:noProof/>
      <w:sz w:val="22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A2E60"/>
    <w:pPr>
      <w:tabs>
        <w:tab w:val="right" w:leader="dot" w:pos="10194"/>
      </w:tabs>
      <w:spacing w:before="360" w:after="120" w:line="240" w:lineRule="auto"/>
      <w:jc w:val="left"/>
    </w:pPr>
    <w:rPr>
      <w:rFonts w:eastAsiaTheme="minorEastAsia" w:cs="Times New Roman"/>
      <w:b/>
      <w:bCs/>
      <w:noProof/>
      <w:color w:val="535353" w:themeColor="background1" w:themeTint="BF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CF3E63"/>
    <w:pPr>
      <w:tabs>
        <w:tab w:val="right" w:leader="dot" w:pos="10194"/>
      </w:tabs>
      <w:spacing w:before="0" w:after="0" w:line="240" w:lineRule="auto"/>
      <w:ind w:left="440"/>
      <w:jc w:val="left"/>
    </w:pPr>
    <w:rPr>
      <w:rFonts w:eastAsiaTheme="minorEastAsia" w:cs="Times New Roman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5E725F"/>
    <w:rPr>
      <w:color w:val="8F4AFA" w:themeColor="hyperlink"/>
      <w:u w:val="single"/>
    </w:rPr>
  </w:style>
  <w:style w:type="table" w:customStyle="1" w:styleId="Style7-Colour">
    <w:name w:val="Style 7 - Colour"/>
    <w:basedOn w:val="TableNormal"/>
    <w:uiPriority w:val="99"/>
    <w:rsid w:val="00317827"/>
    <w:tblPr>
      <w:jc w:val="center"/>
    </w:tblPr>
    <w:trPr>
      <w:jc w:val="center"/>
    </w:trPr>
    <w:tblStylePr w:type="firstRow">
      <w:rPr>
        <w:color w:val="6D71FF" w:themeColor="accent2"/>
      </w:r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8C8C8C" w:themeColor="background1" w:themeTint="80"/>
      </w:rPr>
      <w:tblPr/>
      <w:tcPr>
        <w:tcBorders>
          <w:right w:val="single" w:sz="4" w:space="0" w:color="8C8C8C" w:themeColor="background1" w:themeTint="80"/>
        </w:tcBorders>
      </w:tcPr>
    </w:tblStylePr>
  </w:style>
  <w:style w:type="paragraph" w:customStyle="1" w:styleId="Heading3-NoNumbering">
    <w:name w:val="Heading 3 - No Numbering"/>
    <w:basedOn w:val="Heading3"/>
    <w:link w:val="Heading3-NoNumberingChar"/>
    <w:qFormat/>
    <w:rsid w:val="00BD148C"/>
    <w:pPr>
      <w:numPr>
        <w:ilvl w:val="0"/>
        <w:numId w:val="0"/>
      </w:numPr>
    </w:pPr>
  </w:style>
  <w:style w:type="paragraph" w:customStyle="1" w:styleId="NumberedList">
    <w:name w:val="Numbered List"/>
    <w:basedOn w:val="BulletPoint"/>
    <w:link w:val="NumberedListChar"/>
    <w:rsid w:val="00DE64A4"/>
    <w:pPr>
      <w:numPr>
        <w:numId w:val="4"/>
      </w:numPr>
      <w:spacing w:line="276" w:lineRule="auto"/>
      <w:ind w:left="357" w:hanging="357"/>
    </w:pPr>
  </w:style>
  <w:style w:type="character" w:customStyle="1" w:styleId="Heading3-NoNumberingChar">
    <w:name w:val="Heading 3 - No Numbering Char"/>
    <w:basedOn w:val="Heading3Char"/>
    <w:link w:val="Heading3-NoNumbering"/>
    <w:rsid w:val="00BD148C"/>
    <w:rPr>
      <w:rFonts w:asciiTheme="majorHAnsi" w:eastAsiaTheme="majorEastAsia" w:hAnsiTheme="majorHAnsi" w:cstheme="majorBidi"/>
      <w:color w:val="6D71FF" w:themeColor="accent2"/>
      <w:sz w:val="22"/>
      <w:lang w:eastAsia="en-AU"/>
    </w:rPr>
  </w:style>
  <w:style w:type="table" w:styleId="ListTable4-Accent3">
    <w:name w:val="List Table 4 Accent 3"/>
    <w:basedOn w:val="TableNormal"/>
    <w:uiPriority w:val="49"/>
    <w:rsid w:val="007520D2"/>
    <w:rPr>
      <w:sz w:val="22"/>
      <w:szCs w:val="22"/>
    </w:rPr>
    <w:tblPr>
      <w:tblStyleRowBandSize w:val="1"/>
      <w:tblStyleColBandSize w:val="1"/>
      <w:tblBorders>
        <w:top w:val="single" w:sz="4" w:space="0" w:color="4064E4" w:themeColor="accent3" w:themeTint="99"/>
        <w:left w:val="single" w:sz="4" w:space="0" w:color="4064E4" w:themeColor="accent3" w:themeTint="99"/>
        <w:bottom w:val="single" w:sz="4" w:space="0" w:color="4064E4" w:themeColor="accent3" w:themeTint="99"/>
        <w:right w:val="single" w:sz="4" w:space="0" w:color="4064E4" w:themeColor="accent3" w:themeTint="99"/>
        <w:insideH w:val="single" w:sz="4" w:space="0" w:color="4064E4" w:themeColor="accent3" w:themeTint="99"/>
      </w:tblBorders>
    </w:tblPr>
    <w:tblStylePr w:type="firstRow">
      <w:rPr>
        <w:b/>
        <w:bCs/>
        <w:color w:val="1A1A1A" w:themeColor="background1"/>
      </w:rPr>
      <w:tblPr/>
      <w:tcPr>
        <w:tcBorders>
          <w:top w:val="single" w:sz="4" w:space="0" w:color="122B82" w:themeColor="accent3"/>
          <w:left w:val="single" w:sz="4" w:space="0" w:color="122B82" w:themeColor="accent3"/>
          <w:bottom w:val="single" w:sz="4" w:space="0" w:color="122B82" w:themeColor="accent3"/>
          <w:right w:val="single" w:sz="4" w:space="0" w:color="122B82" w:themeColor="accent3"/>
          <w:insideH w:val="nil"/>
        </w:tcBorders>
        <w:shd w:val="clear" w:color="auto" w:fill="122B82" w:themeFill="accent3"/>
      </w:tcPr>
    </w:tblStylePr>
    <w:tblStylePr w:type="lastRow">
      <w:rPr>
        <w:b/>
        <w:bCs/>
      </w:rPr>
      <w:tblPr/>
      <w:tcPr>
        <w:tcBorders>
          <w:top w:val="double" w:sz="4" w:space="0" w:color="4064E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BF6" w:themeFill="accent3" w:themeFillTint="33"/>
      </w:tcPr>
    </w:tblStylePr>
    <w:tblStylePr w:type="band1Horz">
      <w:tblPr/>
      <w:tcPr>
        <w:shd w:val="clear" w:color="auto" w:fill="BFCBF6" w:themeFill="accent3" w:themeFillTint="33"/>
      </w:tcPr>
    </w:tblStylePr>
  </w:style>
  <w:style w:type="character" w:customStyle="1" w:styleId="NumberedListChar">
    <w:name w:val="Numbered List Char"/>
    <w:basedOn w:val="BulletPointChar"/>
    <w:link w:val="NumberedList"/>
    <w:rsid w:val="00DE64A4"/>
    <w:rPr>
      <w:sz w:val="20"/>
      <w:lang w:val="pt-BR"/>
    </w:rPr>
  </w:style>
  <w:style w:type="table" w:customStyle="1" w:styleId="Style8-Colour">
    <w:name w:val="Style 8 - Colour"/>
    <w:basedOn w:val="Style7-Colour"/>
    <w:uiPriority w:val="99"/>
    <w:rsid w:val="00317827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6D71FF" w:themeColor="accent2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table" w:customStyle="1" w:styleId="Style5-Colour">
    <w:name w:val="Style 5 - Colour"/>
    <w:basedOn w:val="Style3-DarkColourHeader"/>
    <w:uiPriority w:val="99"/>
    <w:rsid w:val="00317827"/>
    <w:tblPr>
      <w:tblStyleRowBandSize w:val="1"/>
    </w:tblPr>
    <w:tblStylePr w:type="firstRow">
      <w:rPr>
        <w:b/>
        <w:color w:val="FFFFF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71FF" w:themeFill="accent2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C4C5FF" w:themeFill="accent2" w:themeFillTint="66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OAHeading">
    <w:name w:val="toa heading"/>
    <w:basedOn w:val="Normal"/>
    <w:next w:val="Normal"/>
    <w:uiPriority w:val="99"/>
    <w:unhideWhenUsed/>
    <w:rsid w:val="00105027"/>
    <w:rPr>
      <w:rFonts w:asciiTheme="majorHAnsi" w:eastAsiaTheme="majorEastAsia" w:hAnsiTheme="majorHAnsi" w:cstheme="majorBidi"/>
      <w:b/>
      <w:bCs/>
      <w:sz w:val="24"/>
    </w:rPr>
  </w:style>
  <w:style w:type="table" w:customStyle="1" w:styleId="Style5-GreyScale">
    <w:name w:val="Style 5 - Grey Scale"/>
    <w:basedOn w:val="Style5-Colour"/>
    <w:uiPriority w:val="99"/>
    <w:rsid w:val="00317827"/>
    <w:tblPr/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  <w:shd w:val="clear" w:color="auto" w:fill="535353" w:themeFill="background1" w:themeFillTint="BF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8C8C8C" w:themeColor="background1" w:themeTint="80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  <w:tl2br w:val="nil"/>
          <w:tr2bl w:val="nil"/>
        </w:tcBorders>
      </w:tcPr>
    </w:tblStylePr>
  </w:style>
  <w:style w:type="table" w:customStyle="1" w:styleId="Style7">
    <w:name w:val="Style 7"/>
    <w:basedOn w:val="TableNormal"/>
    <w:uiPriority w:val="99"/>
    <w:rsid w:val="00317827"/>
    <w:tblPr>
      <w:tblStyleColBandSize w:val="1"/>
      <w:jc w:val="center"/>
    </w:tblPr>
    <w:trPr>
      <w:jc w:val="center"/>
    </w:trPr>
    <w:tblStylePr w:type="firstCol">
      <w:rPr>
        <w:b/>
        <w:color w:val="6D71FF" w:themeColor="accent2"/>
      </w:rPr>
    </w:tblStylePr>
  </w:style>
  <w:style w:type="paragraph" w:customStyle="1" w:styleId="TitlePage">
    <w:name w:val="Title Page"/>
    <w:basedOn w:val="Normal"/>
    <w:link w:val="TitlePageChar"/>
    <w:qFormat/>
    <w:rsid w:val="009A7517"/>
    <w:pPr>
      <w:jc w:val="right"/>
    </w:pPr>
    <w:rPr>
      <w:rFonts w:ascii="Arial" w:hAnsi="Arial"/>
      <w:color w:val="535353" w:themeColor="background1" w:themeTint="BF"/>
      <w:sz w:val="36"/>
    </w:rPr>
  </w:style>
  <w:style w:type="character" w:customStyle="1" w:styleId="TitlePageChar">
    <w:name w:val="Title Page Char"/>
    <w:basedOn w:val="Heading1-NoNumberChar"/>
    <w:link w:val="TitlePage"/>
    <w:rsid w:val="009A7517"/>
    <w:rPr>
      <w:rFonts w:ascii="Arial" w:eastAsiaTheme="majorEastAsia" w:hAnsi="Arial" w:cstheme="majorBidi"/>
      <w:smallCaps w:val="0"/>
      <w:color w:val="535353" w:themeColor="background1" w:themeTint="BF"/>
      <w:sz w:val="36"/>
      <w:szCs w:val="32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51118C"/>
    <w:rPr>
      <w:color w:val="8F4AFA" w:themeColor="followedHyperlink"/>
      <w:u w:val="single"/>
    </w:rPr>
  </w:style>
  <w:style w:type="table" w:customStyle="1" w:styleId="Style6-DarkGrey">
    <w:name w:val="Style 6 - Dark Grey"/>
    <w:basedOn w:val="TableNormal"/>
    <w:uiPriority w:val="99"/>
    <w:rsid w:val="0079655F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FFFFFF" w:themeColor="background2"/>
      </w:rPr>
      <w:tblPr/>
      <w:tcPr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6-LightGrey">
    <w:name w:val="Style 6 - Light Grey"/>
    <w:basedOn w:val="TableNormal"/>
    <w:uiPriority w:val="99"/>
    <w:rsid w:val="0079655F"/>
    <w:pPr>
      <w:spacing w:before="480" w:after="480" w:line="276" w:lineRule="auto"/>
    </w:pPr>
    <w:tblPr>
      <w:tblStyleRowBandSize w:val="1"/>
      <w:tblStyleColBandSize w:val="1"/>
      <w:jc w:val="center"/>
      <w:tblBorders>
        <w:top w:val="single" w:sz="4" w:space="0" w:color="1A1A1A" w:themeColor="background1"/>
        <w:left w:val="single" w:sz="4" w:space="0" w:color="1A1A1A" w:themeColor="background1"/>
        <w:bottom w:val="single" w:sz="4" w:space="0" w:color="1A1A1A" w:themeColor="background1"/>
        <w:right w:val="single" w:sz="4" w:space="0" w:color="1A1A1A" w:themeColor="background1"/>
        <w:insideH w:val="single" w:sz="4" w:space="0" w:color="1A1A1A" w:themeColor="background1"/>
        <w:insideV w:val="single" w:sz="4" w:space="0" w:color="1A1A1A" w:themeColor="background1"/>
      </w:tblBorders>
    </w:tblPr>
    <w:trPr>
      <w:jc w:val="center"/>
    </w:trPr>
    <w:tcPr>
      <w:shd w:val="clear" w:color="auto" w:fill="FFFFFF" w:themeFill="background2"/>
    </w:tcPr>
    <w:tblStylePr w:type="firstRow">
      <w:rPr>
        <w:color w:val="1A1A1A" w:themeColor="background1"/>
      </w:rPr>
      <w:tblPr/>
      <w:tcPr>
        <w:shd w:val="clear" w:color="auto" w:fill="E0E0E0" w:themeFill="text1"/>
      </w:tcPr>
    </w:tblStylePr>
    <w:tblStylePr w:type="band1Vert">
      <w:rPr>
        <w:rFonts w:asciiTheme="minorHAnsi" w:hAnsiTheme="minorHAnsi"/>
        <w:b w:val="0"/>
        <w:color w:val="1A1A1A" w:themeColor="background1"/>
        <w:sz w:val="20"/>
      </w:rPr>
      <w:tblPr/>
      <w:tcPr>
        <w:tcBorders>
          <w:top w:val="single" w:sz="4" w:space="0" w:color="1A1A1A" w:themeColor="background1"/>
          <w:left w:val="single" w:sz="4" w:space="0" w:color="1A1A1A" w:themeColor="background1"/>
          <w:bottom w:val="single" w:sz="4" w:space="0" w:color="1A1A1A" w:themeColor="background1"/>
          <w:right w:val="single" w:sz="4" w:space="0" w:color="1A1A1A" w:themeColor="background1"/>
          <w:insideH w:val="single" w:sz="4" w:space="0" w:color="1A1A1A" w:themeColor="background1"/>
          <w:insideV w:val="single" w:sz="4" w:space="0" w:color="1A1A1A" w:themeColor="background1"/>
        </w:tcBorders>
        <w:shd w:val="clear" w:color="auto" w:fill="FFFFFF" w:themeFill="background2"/>
      </w:tcPr>
    </w:tblStylePr>
    <w:tblStylePr w:type="band2Vert">
      <w:rPr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shd w:val="clear" w:color="auto" w:fill="FFFFFF" w:themeFill="background2"/>
      </w:tcPr>
    </w:tblStylePr>
  </w:style>
  <w:style w:type="table" w:customStyle="1" w:styleId="Style1-DarkGreyScaleBordered">
    <w:name w:val="Style 1 - Dark Grey Scale Bordered"/>
    <w:basedOn w:val="TableNormal"/>
    <w:uiPriority w:val="99"/>
    <w:rsid w:val="000337D9"/>
    <w:pPr>
      <w:spacing w:before="480" w:after="480" w:line="276" w:lineRule="auto"/>
    </w:pPr>
    <w:tblPr>
      <w:tblStyleColBandSize w:val="1"/>
    </w:tbl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2"/>
      </w:tcPr>
    </w:tblStylePr>
  </w:style>
  <w:style w:type="table" w:customStyle="1" w:styleId="Style1-LightGreyScaleBordered">
    <w:name w:val="Style 1 - Light Grey Scale Bordered"/>
    <w:basedOn w:val="TableNormal"/>
    <w:uiPriority w:val="99"/>
    <w:rsid w:val="000337D9"/>
    <w:pPr>
      <w:spacing w:before="480" w:after="480" w:line="276" w:lineRule="auto"/>
    </w:pPr>
    <w:tblPr>
      <w:tblStyleColBandSize w:val="1"/>
    </w:tblPr>
    <w:tcPr>
      <w:shd w:val="clear" w:color="auto" w:fill="auto"/>
    </w:tc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3-DarkGreyScaleHeader">
    <w:name w:val="Style 3 - Dark Grey Scale Header"/>
    <w:basedOn w:val="TableNormal"/>
    <w:uiPriority w:val="99"/>
    <w:rsid w:val="000337D9"/>
    <w:pPr>
      <w:spacing w:before="480" w:after="480" w:line="276" w:lineRule="auto"/>
    </w:pPr>
    <w:tblPr>
      <w:tblStyleColBandSize w:val="1"/>
    </w:tblPr>
    <w:tblStylePr w:type="firstRow">
      <w:rPr>
        <w:color w:val="FFFFFF" w:themeColor="background2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  <w:shd w:val="clear" w:color="auto" w:fill="8C8C8C" w:themeFill="background1" w:themeFillTint="80"/>
      </w:tcPr>
    </w:tblStylePr>
    <w:tblStylePr w:type="band1Vert">
      <w:rPr>
        <w:rFonts w:asciiTheme="minorHAnsi" w:hAnsiTheme="minorHAnsi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background1" w:themeFillTint="1A"/>
      </w:tcPr>
    </w:tblStylePr>
    <w:tblStylePr w:type="band2Vert">
      <w:tblPr/>
      <w:tcPr>
        <w:tcBorders>
          <w:top w:val="single" w:sz="4" w:space="0" w:color="303030" w:themeColor="background1" w:themeTint="E6"/>
          <w:left w:val="single" w:sz="4" w:space="0" w:color="303030" w:themeColor="background1" w:themeTint="E6"/>
          <w:bottom w:val="single" w:sz="4" w:space="0" w:color="303030" w:themeColor="background1" w:themeTint="E6"/>
          <w:right w:val="single" w:sz="4" w:space="0" w:color="303030" w:themeColor="background1" w:themeTint="E6"/>
          <w:insideH w:val="single" w:sz="4" w:space="0" w:color="303030" w:themeColor="background1" w:themeTint="E6"/>
          <w:insideV w:val="single" w:sz="4" w:space="0" w:color="303030" w:themeColor="background1" w:themeTint="E6"/>
        </w:tcBorders>
        <w:shd w:val="clear" w:color="auto" w:fill="FFFFFF" w:themeFill="background2"/>
      </w:tcPr>
    </w:tblStylePr>
  </w:style>
  <w:style w:type="table" w:customStyle="1" w:styleId="Style3-LightGreyScaleHeader">
    <w:name w:val="Style 3 - Light Grey Scale Header"/>
    <w:basedOn w:val="TableNormal"/>
    <w:uiPriority w:val="99"/>
    <w:rsid w:val="000337D9"/>
    <w:pPr>
      <w:spacing w:before="480" w:after="480" w:line="276" w:lineRule="auto"/>
    </w:pPr>
    <w:tblPr>
      <w:tblStyleRowBandSize w:val="1"/>
      <w:tblStyleColBandSize w:val="1"/>
    </w:tblPr>
    <w:tblStylePr w:type="firstRow">
      <w:rPr>
        <w:color w:val="auto"/>
      </w:rPr>
      <w:tblPr/>
      <w:tcPr>
        <w:tcBorders>
          <w:top w:val="single" w:sz="4" w:space="0" w:color="E7E7E7" w:themeColor="background1" w:themeTint="1A"/>
          <w:left w:val="single" w:sz="4" w:space="0" w:color="E7E7E7" w:themeColor="background1" w:themeTint="1A"/>
          <w:bottom w:val="single" w:sz="4" w:space="0" w:color="E7E7E7" w:themeColor="background1" w:themeTint="1A"/>
          <w:right w:val="single" w:sz="4" w:space="0" w:color="E7E7E7" w:themeColor="background1" w:themeTint="1A"/>
          <w:insideH w:val="single" w:sz="4" w:space="0" w:color="E7E7E7" w:themeColor="background1" w:themeTint="1A"/>
          <w:insideV w:val="single" w:sz="4" w:space="0" w:color="E7E7E7" w:themeColor="background1" w:themeTint="1A"/>
          <w:tl2br w:val="nil"/>
          <w:tr2bl w:val="nil"/>
        </w:tcBorders>
        <w:shd w:val="clear" w:color="auto" w:fill="E7E7E7" w:themeFill="background1" w:themeFillTint="1A"/>
      </w:tcPr>
    </w:tblStylePr>
    <w:tblStylePr w:type="band1Vert">
      <w:rPr>
        <w:rFonts w:asciiTheme="minorHAnsi" w:hAnsiTheme="minorHAnsi"/>
        <w:b w:val="0"/>
        <w:color w:val="FFFFFF" w:themeColor="background2"/>
        <w:sz w:val="20"/>
      </w:rPr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8C8C8C" w:themeFill="background1" w:themeFillTint="80"/>
      </w:tcPr>
    </w:tblStylePr>
    <w:tblStylePr w:type="band2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tyle4-GreyScale">
    <w:name w:val="Style 4 - Grey Scale"/>
    <w:basedOn w:val="TableNormal"/>
    <w:uiPriority w:val="99"/>
    <w:rsid w:val="000337D9"/>
    <w:pPr>
      <w:spacing w:before="480" w:after="480" w:line="276" w:lineRule="auto"/>
    </w:pPr>
    <w:tblPr>
      <w:tblStyleRowBandSize w:val="1"/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E7E7E7" w:themeFill="background1" w:themeFillTint="1A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6-Dark">
    <w:name w:val="Style 6 - Dark"/>
    <w:basedOn w:val="TableNormal"/>
    <w:uiPriority w:val="99"/>
    <w:rsid w:val="000337D9"/>
    <w:pPr>
      <w:spacing w:before="480" w:after="480" w:line="276" w:lineRule="auto"/>
    </w:pPr>
    <w:tblPr>
      <w:tblStyleRowBandSize w:val="1"/>
      <w:tblStyleColBandSize w:val="1"/>
      <w:tblBorders>
        <w:top w:val="single" w:sz="4" w:space="0" w:color="535353" w:themeColor="background1" w:themeTint="BF"/>
        <w:left w:val="single" w:sz="4" w:space="0" w:color="535353" w:themeColor="background1" w:themeTint="BF"/>
        <w:bottom w:val="single" w:sz="4" w:space="0" w:color="535353" w:themeColor="background1" w:themeTint="BF"/>
        <w:right w:val="single" w:sz="4" w:space="0" w:color="535353" w:themeColor="background1" w:themeTint="BF"/>
        <w:insideH w:val="single" w:sz="4" w:space="0" w:color="535353" w:themeColor="background1" w:themeTint="BF"/>
        <w:insideV w:val="single" w:sz="4" w:space="0" w:color="535353" w:themeColor="background1" w:themeTint="BF"/>
      </w:tblBorders>
    </w:tblPr>
    <w:tcPr>
      <w:shd w:val="clear" w:color="auto" w:fill="6D71FF" w:themeFill="accent2"/>
    </w:tcPr>
    <w:tblStylePr w:type="firstRow">
      <w:rPr>
        <w:b/>
        <w:color w:val="FFFFFF" w:themeColor="background2"/>
      </w:rPr>
      <w:tblPr/>
      <w:tcPr>
        <w:tcBorders>
          <w:top w:val="single" w:sz="4" w:space="0" w:color="535353" w:themeColor="background1" w:themeTint="BF"/>
          <w:left w:val="single" w:sz="4" w:space="0" w:color="535353" w:themeColor="background1" w:themeTint="BF"/>
          <w:bottom w:val="single" w:sz="4" w:space="0" w:color="535353" w:themeColor="background1" w:themeTint="BF"/>
          <w:right w:val="single" w:sz="4" w:space="0" w:color="535353" w:themeColor="background1" w:themeTint="BF"/>
          <w:insideH w:val="single" w:sz="4" w:space="0" w:color="535353" w:themeColor="background1" w:themeTint="BF"/>
          <w:insideV w:val="single" w:sz="4" w:space="0" w:color="535353" w:themeColor="background1" w:themeTint="BF"/>
        </w:tcBorders>
        <w:shd w:val="clear" w:color="auto" w:fill="535353" w:themeFill="background1" w:themeFillTint="BF"/>
      </w:tcPr>
    </w:tblStylePr>
    <w:tblStylePr w:type="band1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  <w:tblStylePr w:type="band2Horz">
      <w:tblPr/>
      <w:tcPr>
        <w:tcBorders>
          <w:top w:val="single" w:sz="4" w:space="0" w:color="8C8C8C" w:themeColor="background1" w:themeTint="80"/>
          <w:left w:val="single" w:sz="4" w:space="0" w:color="8C8C8C" w:themeColor="background1" w:themeTint="80"/>
          <w:bottom w:val="single" w:sz="4" w:space="0" w:color="8C8C8C" w:themeColor="background1" w:themeTint="80"/>
          <w:right w:val="single" w:sz="4" w:space="0" w:color="8C8C8C" w:themeColor="background1" w:themeTint="80"/>
          <w:insideH w:val="single" w:sz="4" w:space="0" w:color="8C8C8C" w:themeColor="background1" w:themeTint="80"/>
          <w:insideV w:val="single" w:sz="4" w:space="0" w:color="8C8C8C" w:themeColor="background1" w:themeTint="80"/>
        </w:tcBorders>
        <w:shd w:val="clear" w:color="auto" w:fill="FFFFFF" w:themeFill="background2"/>
      </w:tcPr>
    </w:tblStylePr>
  </w:style>
  <w:style w:type="table" w:customStyle="1" w:styleId="Style8-GreyScale">
    <w:name w:val="Style 8 - Grey Scale"/>
    <w:basedOn w:val="TableNormal"/>
    <w:uiPriority w:val="99"/>
    <w:rsid w:val="006C2D6D"/>
    <w:pPr>
      <w:spacing w:line="276" w:lineRule="auto"/>
    </w:pPr>
    <w:tblPr>
      <w:tblBorders>
        <w:top w:val="single" w:sz="4" w:space="0" w:color="8C8C8C" w:themeColor="background1" w:themeTint="80"/>
        <w:bottom w:val="single" w:sz="4" w:space="0" w:color="8C8C8C" w:themeColor="background1" w:themeTint="80"/>
        <w:insideH w:val="single" w:sz="4" w:space="0" w:color="8C8C8C" w:themeColor="background1" w:themeTint="80"/>
      </w:tblBorders>
    </w:tblPr>
    <w:tblStylePr w:type="firstRow">
      <w:rPr>
        <w:b/>
        <w:color w:val="535353" w:themeColor="background1" w:themeTint="BF"/>
      </w:rPr>
      <w:tblPr/>
      <w:tcPr>
        <w:tcBorders>
          <w:top w:val="nil"/>
          <w:left w:val="nil"/>
          <w:bottom w:val="single" w:sz="4" w:space="0" w:color="535353" w:themeColor="background1" w:themeTint="BF"/>
          <w:right w:val="nil"/>
          <w:insideH w:val="nil"/>
          <w:insideV w:val="nil"/>
        </w:tcBorders>
      </w:tcPr>
    </w:tblStylePr>
    <w:tblStylePr w:type="firstCol">
      <w:pPr>
        <w:wordWrap/>
        <w:spacing w:beforeLines="0" w:before="480" w:beforeAutospacing="0" w:afterLines="0" w:after="480" w:afterAutospacing="0" w:line="276" w:lineRule="auto"/>
        <w:contextualSpacing w:val="0"/>
      </w:pPr>
      <w:rPr>
        <w:rFonts w:asciiTheme="minorHAnsi" w:hAnsiTheme="minorHAnsi"/>
        <w:color w:val="auto"/>
      </w:rPr>
      <w:tblPr/>
      <w:tcPr>
        <w:tcBorders>
          <w:top w:val="nil"/>
          <w:left w:val="nil"/>
          <w:bottom w:val="single" w:sz="4" w:space="0" w:color="8C8C8C" w:themeColor="background1" w:themeTint="80"/>
          <w:right w:val="nil"/>
          <w:insideH w:val="single" w:sz="4" w:space="0" w:color="8C8C8C" w:themeColor="background1" w:themeTint="80"/>
          <w:insideV w:val="single" w:sz="4" w:space="0" w:color="8C8C8C" w:themeColor="background1" w:themeTint="80"/>
          <w:tl2br w:val="nil"/>
          <w:tr2bl w:val="nil"/>
        </w:tcBorders>
      </w:tcPr>
    </w:tblStylePr>
  </w:style>
  <w:style w:type="paragraph" w:customStyle="1" w:styleId="Heading1-NoNumberDark">
    <w:name w:val="Heading 1 - No Number Dark"/>
    <w:basedOn w:val="Heading1-NoNumber"/>
    <w:link w:val="Heading1-NoNumberDarkChar"/>
    <w:qFormat/>
    <w:rsid w:val="00FB0446"/>
    <w:rPr>
      <w:color w:val="122B82" w:themeColor="accent3"/>
    </w:rPr>
  </w:style>
  <w:style w:type="paragraph" w:customStyle="1" w:styleId="Heading3-NoNumberDark">
    <w:name w:val="Heading 3 - No Number Dark"/>
    <w:basedOn w:val="Heading3-NoNumbering"/>
    <w:link w:val="Heading3-NoNumberDarkChar"/>
    <w:qFormat/>
    <w:rsid w:val="00BF4501"/>
    <w:rPr>
      <w:color w:val="122B82" w:themeColor="accent3"/>
    </w:rPr>
  </w:style>
  <w:style w:type="character" w:customStyle="1" w:styleId="Heading1-NoNumberDarkChar">
    <w:name w:val="Heading 1 - No Number Dark Char"/>
    <w:basedOn w:val="Heading1-NoNumberChar"/>
    <w:link w:val="Heading1-NoNumberDark"/>
    <w:rsid w:val="00195BDF"/>
    <w:rPr>
      <w:rFonts w:asciiTheme="majorHAnsi" w:eastAsiaTheme="majorEastAsia" w:hAnsiTheme="majorHAnsi" w:cstheme="majorBidi"/>
      <w:smallCaps w:val="0"/>
      <w:color w:val="122B82" w:themeColor="accent3"/>
      <w:sz w:val="36"/>
      <w:szCs w:val="32"/>
      <w:lang w:eastAsia="en-AU"/>
    </w:rPr>
  </w:style>
  <w:style w:type="paragraph" w:customStyle="1" w:styleId="1HeadingDark">
    <w:name w:val="1. Heading Dark"/>
    <w:basedOn w:val="Heading1"/>
    <w:link w:val="1HeadingDarkChar"/>
    <w:uiPriority w:val="1"/>
    <w:qFormat/>
    <w:rsid w:val="00195BDF"/>
    <w:rPr>
      <w:color w:val="122B82" w:themeColor="accent3"/>
    </w:rPr>
  </w:style>
  <w:style w:type="character" w:customStyle="1" w:styleId="Heading3-NoNumberDarkChar">
    <w:name w:val="Heading 3 - No Number Dark Char"/>
    <w:basedOn w:val="Heading3-NoNumberingChar"/>
    <w:link w:val="Heading3-NoNumberDark"/>
    <w:rsid w:val="00195BDF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111HeadingDark">
    <w:name w:val="1.1.1 Heading Dark"/>
    <w:basedOn w:val="Heading3"/>
    <w:link w:val="111HeadingDarkChar"/>
    <w:uiPriority w:val="1"/>
    <w:rsid w:val="00195BDF"/>
    <w:rPr>
      <w:color w:val="122B82" w:themeColor="accent3"/>
    </w:rPr>
  </w:style>
  <w:style w:type="character" w:customStyle="1" w:styleId="1HeadingDarkChar">
    <w:name w:val="1. Heading Dark Char"/>
    <w:basedOn w:val="Heading1Char"/>
    <w:link w:val="1HeadingDark"/>
    <w:uiPriority w:val="1"/>
    <w:rsid w:val="00195BDF"/>
    <w:rPr>
      <w:rFonts w:asciiTheme="majorHAnsi" w:eastAsiaTheme="majorEastAsia" w:hAnsiTheme="majorHAnsi" w:cstheme="majorBidi"/>
      <w:smallCaps/>
      <w:color w:val="122B82" w:themeColor="accent3"/>
      <w:sz w:val="36"/>
      <w:szCs w:val="32"/>
      <w:lang w:eastAsia="en-AU"/>
    </w:rPr>
  </w:style>
  <w:style w:type="paragraph" w:customStyle="1" w:styleId="TitleDarkColour">
    <w:name w:val="Title (Dark Colour)"/>
    <w:basedOn w:val="TitleColour"/>
    <w:link w:val="TitleDarkColourChar"/>
    <w:uiPriority w:val="1"/>
    <w:qFormat/>
    <w:rsid w:val="006C3EB6"/>
    <w:rPr>
      <w:color w:val="122B82" w:themeColor="accent3"/>
    </w:rPr>
  </w:style>
  <w:style w:type="character" w:customStyle="1" w:styleId="111HeadingDarkChar">
    <w:name w:val="1.1.1 Heading Dark Char"/>
    <w:basedOn w:val="Heading3Char"/>
    <w:link w:val="111HeadingDark"/>
    <w:uiPriority w:val="1"/>
    <w:rsid w:val="00195BDF"/>
    <w:rPr>
      <w:rFonts w:asciiTheme="majorHAnsi" w:eastAsiaTheme="majorEastAsia" w:hAnsiTheme="majorHAnsi" w:cstheme="majorBidi"/>
      <w:color w:val="122B82" w:themeColor="accent3"/>
      <w:sz w:val="22"/>
      <w:lang w:eastAsia="en-AU"/>
    </w:rPr>
  </w:style>
  <w:style w:type="paragraph" w:customStyle="1" w:styleId="BodyText-ActionPurple">
    <w:name w:val="Body Text - Action Purple"/>
    <w:basedOn w:val="BodyText"/>
    <w:link w:val="BodyText-ActionPurpleChar"/>
    <w:qFormat/>
    <w:rsid w:val="00C63CA8"/>
    <w:rPr>
      <w:color w:val="8F4AFA"/>
    </w:rPr>
  </w:style>
  <w:style w:type="character" w:customStyle="1" w:styleId="TitleDarkColourChar">
    <w:name w:val="Title (Dark Colour) Char"/>
    <w:basedOn w:val="TitleColourChar"/>
    <w:link w:val="TitleDarkColour"/>
    <w:uiPriority w:val="1"/>
    <w:rsid w:val="006C3EB6"/>
    <w:rPr>
      <w:rFonts w:asciiTheme="majorHAnsi" w:eastAsiaTheme="majorEastAsia" w:hAnsiTheme="majorHAnsi" w:cstheme="majorBidi"/>
      <w:b/>
      <w:color w:val="122B82" w:themeColor="accent3"/>
      <w:spacing w:val="-10"/>
      <w:kern w:val="28"/>
      <w:sz w:val="36"/>
      <w:szCs w:val="32"/>
      <w:lang w:eastAsia="en-AU"/>
    </w:rPr>
  </w:style>
  <w:style w:type="character" w:customStyle="1" w:styleId="BodyText-ActionPurpleChar">
    <w:name w:val="Body Text - Action Purple Char"/>
    <w:basedOn w:val="BodyTextChar"/>
    <w:link w:val="BodyText-ActionPurple"/>
    <w:rsid w:val="00C63CA8"/>
    <w:rPr>
      <w:color w:val="8F4AFA"/>
      <w:sz w:val="20"/>
      <w:szCs w:val="22"/>
    </w:rPr>
  </w:style>
  <w:style w:type="paragraph" w:customStyle="1" w:styleId="MainPoint-ActionPurple">
    <w:name w:val="Main Point - Action Purple"/>
    <w:basedOn w:val="MainPoint"/>
    <w:link w:val="MainPoint-ActionPurpleChar"/>
    <w:qFormat/>
    <w:rsid w:val="00C63CA8"/>
    <w:rPr>
      <w:color w:val="8F4AFA"/>
    </w:rPr>
  </w:style>
  <w:style w:type="character" w:customStyle="1" w:styleId="MainPoint-ActionPurpleChar">
    <w:name w:val="Main Point - Action Purple Char"/>
    <w:basedOn w:val="MainPointChar"/>
    <w:link w:val="MainPoint-ActionPurple"/>
    <w:rsid w:val="00C63CA8"/>
    <w:rPr>
      <w:b/>
      <w:color w:val="8F4AFA"/>
      <w:sz w:val="20"/>
      <w:lang w:val="pt-BR"/>
    </w:rPr>
  </w:style>
  <w:style w:type="character" w:styleId="UnresolvedMention">
    <w:name w:val="Unresolved Mention"/>
    <w:basedOn w:val="DefaultParagraphFont"/>
    <w:uiPriority w:val="99"/>
    <w:semiHidden/>
    <w:unhideWhenUsed/>
    <w:rsid w:val="00002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0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url\Desktop\CTS\21CONS_%5bproject%20number%5d%20Fee%20proposal%20VX.dotx" TargetMode="External"/></Relationships>
</file>

<file path=word/theme/theme1.xml><?xml version="1.0" encoding="utf-8"?>
<a:theme xmlns:a="http://schemas.openxmlformats.org/drawingml/2006/main" name="Theme1">
  <a:themeElements>
    <a:clrScheme name="CTS - Action Purple">
      <a:dk1>
        <a:srgbClr val="E0E0E0"/>
      </a:dk1>
      <a:lt1>
        <a:srgbClr val="1A1A1A"/>
      </a:lt1>
      <a:dk2>
        <a:srgbClr val="3FD0C9"/>
      </a:dk2>
      <a:lt2>
        <a:srgbClr val="FFFFFF"/>
      </a:lt2>
      <a:accent1>
        <a:srgbClr val="005358"/>
      </a:accent1>
      <a:accent2>
        <a:srgbClr val="6D71FF"/>
      </a:accent2>
      <a:accent3>
        <a:srgbClr val="122B82"/>
      </a:accent3>
      <a:accent4>
        <a:srgbClr val="F33844"/>
      </a:accent4>
      <a:accent5>
        <a:srgbClr val="A8052E"/>
      </a:accent5>
      <a:accent6>
        <a:srgbClr val="8F4AFA"/>
      </a:accent6>
      <a:hlink>
        <a:srgbClr val="8F4AFA"/>
      </a:hlink>
      <a:folHlink>
        <a:srgbClr val="8F4AF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3FEC29D9-4144-42D9-88DF-A1FAC862EB50}" vid="{18D8C3C1-7B5B-41CE-84AB-08727C675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4A10D579BD9B4080136DCDA6C34DDB" ma:contentTypeVersion="8" ma:contentTypeDescription="Create a new document." ma:contentTypeScope="" ma:versionID="e172ba5d16fe7178b6337742a56da227">
  <xsd:schema xmlns:xsd="http://www.w3.org/2001/XMLSchema" xmlns:xs="http://www.w3.org/2001/XMLSchema" xmlns:p="http://schemas.microsoft.com/office/2006/metadata/properties" xmlns:ns2="0dbb7da9-4478-45a5-98ac-2dc77d40981f" targetNamespace="http://schemas.microsoft.com/office/2006/metadata/properties" ma:root="true" ma:fieldsID="c2f0048ace057522bcf4de0bfd3476e8" ns2:_="">
    <xsd:import namespace="0dbb7da9-4478-45a5-98ac-2dc77d409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b7da9-4478-45a5-98ac-2dc77d409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639DF-8A80-8D49-991C-E2C0BB9A0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E2DBD5-0C1E-4F38-A236-E4B56053F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9052A-DE0B-460D-AA8D-307DA8D497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E77D7D-AABB-4D3E-826B-FEAD663FC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b7da9-4478-45a5-98ac-2dc77d409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21CONS_[project number] Fee proposal VX</Template>
  <TotalTime>175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CONSULTING SERVICES
FEE PROPOSAL
[PROJECT NAME]</vt:lpstr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CONSULTING SERVICES
FEE PROPOSAL
[PROJECT NAME]</dc:title>
  <dc:subject/>
  <dc:creator>Danielle Hurley</dc:creator>
  <cp:keywords/>
  <dc:description/>
  <cp:lastModifiedBy>Danielle Hurley</cp:lastModifiedBy>
  <cp:revision>21</cp:revision>
  <cp:lastPrinted>2021-07-28T10:06:00Z</cp:lastPrinted>
  <dcterms:created xsi:type="dcterms:W3CDTF">2021-10-28T23:51:00Z</dcterms:created>
  <dcterms:modified xsi:type="dcterms:W3CDTF">2021-11-08T05:06:00Z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0x010100484A10D579BD9B4080136DCDA6C34DDB</vt:lpwstr>
  </property>
</Properties>
</file>